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D14A6" w14:textId="747D4F75" w:rsidR="00F3123D" w:rsidRDefault="00293633" w:rsidP="00F3123D">
      <w:pPr>
        <w:jc w:val="center"/>
        <w:rPr>
          <w:b/>
          <w:sz w:val="22"/>
          <w:szCs w:val="22"/>
        </w:rPr>
      </w:pPr>
      <w:r w:rsidRPr="007A4C6B">
        <w:rPr>
          <w:b/>
          <w:sz w:val="22"/>
          <w:szCs w:val="22"/>
        </w:rPr>
        <w:t>ZGŁOSZENIE KRAJOWEJ OFERTY PRACY</w:t>
      </w:r>
    </w:p>
    <w:p w14:paraId="129A6A34" w14:textId="77777777" w:rsidR="00F3123D" w:rsidRPr="007A4C6B" w:rsidRDefault="00F3123D" w:rsidP="000C25E1">
      <w:pPr>
        <w:rPr>
          <w:b/>
          <w:sz w:val="22"/>
          <w:szCs w:val="22"/>
        </w:rPr>
      </w:pPr>
    </w:p>
    <w:p w14:paraId="38B7945A" w14:textId="3D059EE1" w:rsidR="00293633" w:rsidRDefault="00293633" w:rsidP="00B663FA">
      <w:pPr>
        <w:spacing w:line="276" w:lineRule="auto"/>
        <w:ind w:left="180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C22425">
        <w:rPr>
          <w:sz w:val="20"/>
          <w:szCs w:val="20"/>
        </w:rPr>
        <w:t xml:space="preserve">Oferta pracy </w:t>
      </w:r>
      <w:r>
        <w:rPr>
          <w:sz w:val="20"/>
          <w:szCs w:val="20"/>
        </w:rPr>
        <w:t>zawierająca dane umożliwiające identyfikację pracodawcy</w:t>
      </w:r>
      <w:r w:rsidR="007A4C6B">
        <w:rPr>
          <w:sz w:val="20"/>
          <w:szCs w:val="20"/>
        </w:rPr>
        <w:t>*</w:t>
      </w:r>
      <w:r>
        <w:rPr>
          <w:sz w:val="18"/>
          <w:szCs w:val="18"/>
        </w:rPr>
        <w:t xml:space="preserve">                      </w:t>
      </w:r>
    </w:p>
    <w:p w14:paraId="7955CAAC" w14:textId="1EBE602B" w:rsidR="00F3123D" w:rsidRPr="00F3123D" w:rsidRDefault="009F2516" w:rsidP="0006488F">
      <w:pPr>
        <w:spacing w:line="216" w:lineRule="auto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805CD6" wp14:editId="346578C9">
                <wp:simplePos x="0" y="0"/>
                <wp:positionH relativeFrom="column">
                  <wp:posOffset>-5137150</wp:posOffset>
                </wp:positionH>
                <wp:positionV relativeFrom="paragraph">
                  <wp:posOffset>4556125</wp:posOffset>
                </wp:positionV>
                <wp:extent cx="10305416" cy="235903"/>
                <wp:effectExtent l="4958715" t="0" r="495935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305416" cy="2359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9FC6B" w14:textId="3A2D59C4" w:rsidR="00941B9F" w:rsidRPr="00941B9F" w:rsidRDefault="00941B9F" w:rsidP="00941B9F">
                            <w:pPr>
                              <w:tabs>
                                <w:tab w:val="left" w:pos="1418"/>
                              </w:tabs>
                              <w:spacing w:line="276" w:lineRule="auto"/>
                              <w:ind w:right="-284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145C5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Załącznik nr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Pr="000145C5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14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do wniosku o dofinansowanie wynagrodzenia za zatrudnienie bezrobotnego, który ukończył 50 rok życia,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145C5">
                              <w:rPr>
                                <w:rFonts w:ascii="Arial" w:hAnsi="Arial" w:cs="Arial"/>
                                <w:kern w:val="2"/>
                                <w:sz w:val="18"/>
                                <w:szCs w:val="18"/>
                              </w:rPr>
                              <w:t>a nie ukończył 60 lat – w przypadku kobiety lub 65 lat - w przypadku mężczyzny</w:t>
                            </w:r>
                            <w:r>
                              <w:rPr>
                                <w:rFonts w:ascii="Arial" w:hAnsi="Arial" w:cs="Arial"/>
                                <w:kern w:val="2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CDBEB8A" w14:textId="77777777" w:rsidR="008C7E79" w:rsidRDefault="008C7E79" w:rsidP="008C7E79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05CD6" id="Rectangle 4" o:spid="_x0000_s1026" style="position:absolute;margin-left:-404.5pt;margin-top:358.75pt;width:811.45pt;height:18.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" filled="f" stroked="f">
                <v:textbox style="layout-flow:vertical;mso-layout-flow-alt:bottom-to-top">
                  <w:txbxContent>
                    <w:p w14:paraId="6FE9FC6B" w14:textId="3A2D59C4" w:rsidR="00941B9F" w:rsidRPr="00941B9F" w:rsidRDefault="00941B9F" w:rsidP="00941B9F">
                      <w:pPr>
                        <w:tabs>
                          <w:tab w:val="left" w:pos="1418"/>
                        </w:tabs>
                        <w:spacing w:line="276" w:lineRule="auto"/>
                        <w:ind w:right="-284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145C5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Załącznik nr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 w:rsidRPr="000145C5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0145C5">
                        <w:rPr>
                          <w:rFonts w:ascii="Arial" w:hAnsi="Arial" w:cs="Arial"/>
                          <w:sz w:val="18"/>
                          <w:szCs w:val="18"/>
                        </w:rPr>
                        <w:t>do wniosku o dofinansowanie wynagrodzenia za zatrudnienie bezrobotnego, który ukończył 50 rok życia,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0145C5">
                        <w:rPr>
                          <w:rFonts w:ascii="Arial" w:hAnsi="Arial" w:cs="Arial"/>
                          <w:kern w:val="2"/>
                          <w:sz w:val="18"/>
                          <w:szCs w:val="18"/>
                        </w:rPr>
                        <w:t>a nie ukończył 60 lat – w przypadku kobiety lub 65 lat - w przypadku mężczyzny</w:t>
                      </w:r>
                      <w:r>
                        <w:rPr>
                          <w:rFonts w:ascii="Arial" w:hAnsi="Arial" w:cs="Arial"/>
                          <w:kern w:val="2"/>
                          <w:sz w:val="18"/>
                          <w:szCs w:val="18"/>
                        </w:rPr>
                        <w:t>.</w:t>
                      </w:r>
                    </w:p>
                    <w:p w14:paraId="3CDBEB8A" w14:textId="77777777" w:rsidR="008C7E79" w:rsidRDefault="008C7E79" w:rsidP="008C7E79"/>
                  </w:txbxContent>
                </v:textbox>
              </v:rect>
            </w:pict>
          </mc:Fallback>
        </mc:AlternateContent>
      </w:r>
      <w:r w:rsidR="007B690E">
        <w:rPr>
          <w:sz w:val="20"/>
          <w:szCs w:val="20"/>
        </w:rPr>
        <w:t xml:space="preserve">   </w:t>
      </w:r>
      <w:r w:rsidR="00293633">
        <w:rPr>
          <w:sz w:val="20"/>
          <w:szCs w:val="20"/>
        </w:rPr>
        <w:t xml:space="preserve">  </w:t>
      </w:r>
      <w:r w:rsidR="00293633" w:rsidRPr="00C22425">
        <w:rPr>
          <w:sz w:val="20"/>
          <w:szCs w:val="20"/>
        </w:rPr>
        <w:t xml:space="preserve">Oferta pracy </w:t>
      </w:r>
      <w:r w:rsidR="00293633">
        <w:rPr>
          <w:sz w:val="20"/>
          <w:szCs w:val="20"/>
        </w:rPr>
        <w:t>niezawierająca danych umożliwiających identyfikację pracodawcy</w:t>
      </w:r>
      <w:r w:rsidR="007A4C6B" w:rsidRPr="007A4C6B">
        <w:rPr>
          <w:sz w:val="20"/>
          <w:szCs w:val="20"/>
        </w:rPr>
        <w:t>*</w:t>
      </w:r>
      <w:r w:rsidR="00293633">
        <w:rPr>
          <w:sz w:val="28"/>
          <w:szCs w:val="28"/>
        </w:rPr>
        <w:t xml:space="preserve">    </w:t>
      </w:r>
    </w:p>
    <w:tbl>
      <w:tblPr>
        <w:tblW w:w="10887" w:type="dxa"/>
        <w:tblInd w:w="279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2939"/>
        <w:gridCol w:w="27"/>
        <w:gridCol w:w="660"/>
        <w:gridCol w:w="1864"/>
        <w:gridCol w:w="1762"/>
        <w:gridCol w:w="932"/>
        <w:gridCol w:w="2694"/>
      </w:tblGrid>
      <w:tr w:rsidR="00F3123D" w:rsidRPr="00214142" w14:paraId="692C2F0D" w14:textId="77777777" w:rsidTr="00F3123D">
        <w:trPr>
          <w:gridBefore w:val="1"/>
          <w:wBefore w:w="9" w:type="dxa"/>
          <w:trHeight w:val="309"/>
        </w:trPr>
        <w:tc>
          <w:tcPr>
            <w:tcW w:w="10878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9E534EC" w14:textId="27EC9C8B" w:rsidR="00F3123D" w:rsidRPr="00214142" w:rsidRDefault="00F3123D" w:rsidP="00A019B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Pr="00214142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Adnotacje urzędu pracy</w:t>
            </w:r>
            <w:r w:rsidR="000C25E1">
              <w:rPr>
                <w:b/>
                <w:sz w:val="20"/>
                <w:szCs w:val="20"/>
              </w:rPr>
              <w:t xml:space="preserve"> (wypełnia PUP w Lesznie)</w:t>
            </w:r>
          </w:p>
        </w:tc>
      </w:tr>
      <w:tr w:rsidR="00F3123D" w:rsidRPr="005E3ECC" w14:paraId="25DD7DD5" w14:textId="77777777" w:rsidTr="00A019B6">
        <w:trPr>
          <w:gridBefore w:val="1"/>
          <w:wBefore w:w="9" w:type="dxa"/>
          <w:trHeight w:val="262"/>
        </w:trPr>
        <w:tc>
          <w:tcPr>
            <w:tcW w:w="3626" w:type="dxa"/>
            <w:gridSpan w:val="3"/>
          </w:tcPr>
          <w:p w14:paraId="728D4D2F" w14:textId="689621A7" w:rsidR="00312B88" w:rsidRDefault="00F3123D" w:rsidP="00312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12B88">
              <w:rPr>
                <w:sz w:val="20"/>
                <w:szCs w:val="20"/>
              </w:rPr>
              <w:t>Nr oferty……………………………..</w:t>
            </w:r>
          </w:p>
          <w:p w14:paraId="6B0525BC" w14:textId="20632955" w:rsidR="00F3123D" w:rsidRPr="005E3ECC" w:rsidRDefault="00312B88" w:rsidP="000C25E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Nr stanowiska……………………….</w:t>
            </w:r>
            <w:r w:rsidR="00067FAD">
              <w:rPr>
                <w:sz w:val="20"/>
                <w:szCs w:val="20"/>
              </w:rPr>
              <w:t>.</w:t>
            </w:r>
          </w:p>
        </w:tc>
        <w:tc>
          <w:tcPr>
            <w:tcW w:w="3626" w:type="dxa"/>
            <w:gridSpan w:val="2"/>
          </w:tcPr>
          <w:p w14:paraId="3F857C15" w14:textId="6295E094" w:rsidR="00F3123D" w:rsidRDefault="00F3123D" w:rsidP="00A019B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F02886">
              <w:rPr>
                <w:sz w:val="20"/>
                <w:szCs w:val="20"/>
              </w:rPr>
              <w:t>Data przyjęcia zgłoszenia</w:t>
            </w:r>
          </w:p>
          <w:p w14:paraId="7EF602EC" w14:textId="77777777" w:rsidR="00F3123D" w:rsidRPr="005E3ECC" w:rsidRDefault="00F3123D" w:rsidP="00A01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3626" w:type="dxa"/>
            <w:gridSpan w:val="2"/>
          </w:tcPr>
          <w:p w14:paraId="3EDB1B02" w14:textId="2AD57099" w:rsidR="00F3123D" w:rsidRDefault="00F3123D" w:rsidP="00A019B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F02886">
              <w:rPr>
                <w:sz w:val="20"/>
                <w:szCs w:val="20"/>
              </w:rPr>
              <w:t>Data anulowania zgłoszenia</w:t>
            </w:r>
          </w:p>
          <w:p w14:paraId="76A7FE8E" w14:textId="77777777" w:rsidR="00F3123D" w:rsidRPr="005E3ECC" w:rsidRDefault="00F3123D" w:rsidP="00A01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</w:t>
            </w:r>
          </w:p>
        </w:tc>
      </w:tr>
      <w:tr w:rsidR="00293633" w:rsidRPr="00F02886" w14:paraId="46501345" w14:textId="77777777" w:rsidTr="00B465EC">
        <w:tblPrEx>
          <w:tblBorders>
            <w:top w:val="single" w:sz="4" w:space="0" w:color="auto"/>
          </w:tblBorders>
        </w:tblPrEx>
        <w:tc>
          <w:tcPr>
            <w:tcW w:w="10887" w:type="dxa"/>
            <w:gridSpan w:val="8"/>
            <w:shd w:val="clear" w:color="auto" w:fill="D9D9D9"/>
          </w:tcPr>
          <w:p w14:paraId="56D862B8" w14:textId="397E9061" w:rsidR="009D42E5" w:rsidRPr="004D0CBB" w:rsidRDefault="00293633" w:rsidP="009D42E5">
            <w:pPr>
              <w:spacing w:line="276" w:lineRule="auto"/>
              <w:ind w:left="252" w:hanging="252"/>
              <w:rPr>
                <w:b/>
                <w:sz w:val="20"/>
                <w:szCs w:val="20"/>
              </w:rPr>
            </w:pPr>
            <w:r w:rsidRPr="004D0CBB">
              <w:rPr>
                <w:b/>
                <w:sz w:val="20"/>
                <w:szCs w:val="20"/>
              </w:rPr>
              <w:t>I</w:t>
            </w:r>
            <w:r w:rsidR="00F3123D">
              <w:rPr>
                <w:b/>
                <w:sz w:val="20"/>
                <w:szCs w:val="20"/>
              </w:rPr>
              <w:t>I</w:t>
            </w:r>
            <w:r w:rsidRPr="004D0CBB">
              <w:rPr>
                <w:b/>
                <w:sz w:val="20"/>
                <w:szCs w:val="20"/>
              </w:rPr>
              <w:t>. Informacje dotyczące pracodawcy</w:t>
            </w:r>
          </w:p>
        </w:tc>
      </w:tr>
      <w:tr w:rsidR="003718DA" w:rsidRPr="00F02886" w14:paraId="55B59C92" w14:textId="77777777" w:rsidTr="00B465EC">
        <w:tblPrEx>
          <w:tblBorders>
            <w:top w:val="single" w:sz="4" w:space="0" w:color="auto"/>
          </w:tblBorders>
        </w:tblPrEx>
        <w:tc>
          <w:tcPr>
            <w:tcW w:w="5499" w:type="dxa"/>
            <w:gridSpan w:val="5"/>
          </w:tcPr>
          <w:p w14:paraId="09002386" w14:textId="26779037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718DA" w:rsidRPr="00F02886">
              <w:rPr>
                <w:sz w:val="20"/>
                <w:szCs w:val="20"/>
              </w:rPr>
              <w:t>. Nazwa pracodawcy…………………………………………</w:t>
            </w:r>
            <w:r w:rsidR="007B690E">
              <w:rPr>
                <w:sz w:val="20"/>
                <w:szCs w:val="20"/>
              </w:rPr>
              <w:t>….</w:t>
            </w:r>
          </w:p>
          <w:p w14:paraId="1B47B716" w14:textId="6263D88E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 w:rsidR="007B690E">
              <w:rPr>
                <w:sz w:val="20"/>
                <w:szCs w:val="20"/>
              </w:rPr>
              <w:t>…</w:t>
            </w:r>
          </w:p>
        </w:tc>
        <w:tc>
          <w:tcPr>
            <w:tcW w:w="5388" w:type="dxa"/>
            <w:gridSpan w:val="3"/>
            <w:vMerge w:val="restart"/>
          </w:tcPr>
          <w:p w14:paraId="29478290" w14:textId="0E524EC8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718DA" w:rsidRPr="00F02886">
              <w:rPr>
                <w:sz w:val="20"/>
                <w:szCs w:val="20"/>
              </w:rPr>
              <w:t>. Adres pracodawcy</w:t>
            </w:r>
          </w:p>
          <w:p w14:paraId="3768914D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kod pocztowy                                                     </w:t>
            </w:r>
            <w:r w:rsidRPr="00F02886">
              <w:rPr>
                <w:sz w:val="28"/>
                <w:szCs w:val="28"/>
              </w:rPr>
              <w:t>⁪⁪- ⁪⁪⁪</w:t>
            </w:r>
          </w:p>
          <w:p w14:paraId="419AF949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miejscowość ……………………………………………………</w:t>
            </w:r>
          </w:p>
          <w:p w14:paraId="715A35D7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ulica …………………………………………………………….</w:t>
            </w:r>
          </w:p>
          <w:p w14:paraId="2CD06E85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gmina …………………………………………………………..</w:t>
            </w:r>
          </w:p>
          <w:p w14:paraId="532CB011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nr telefonu/ faxu ………………………………………………</w:t>
            </w:r>
            <w:r w:rsidR="007B690E">
              <w:rPr>
                <w:sz w:val="20"/>
                <w:szCs w:val="20"/>
              </w:rPr>
              <w:t>.</w:t>
            </w:r>
          </w:p>
          <w:p w14:paraId="19894C57" w14:textId="77777777" w:rsidR="003718DA" w:rsidRPr="00F02886" w:rsidRDefault="003718DA" w:rsidP="00E4043B">
            <w:pPr>
              <w:spacing w:line="312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Preferowana forma kontaktu kandydatów z pracodawcą:</w:t>
            </w:r>
          </w:p>
          <w:p w14:paraId="2743DD42" w14:textId="77777777" w:rsidR="005C7312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1) kontakt osobisty</w:t>
            </w:r>
          </w:p>
          <w:p w14:paraId="43425BDB" w14:textId="01327C62" w:rsidR="003718DA" w:rsidRPr="00F02886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2) kontakt telefoniczny                                                       </w:t>
            </w:r>
          </w:p>
          <w:p w14:paraId="63CAA784" w14:textId="77777777" w:rsidR="003718DA" w:rsidRPr="00F02886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3) inny (np. za pośrednictwem poczty, e-mail) </w:t>
            </w:r>
          </w:p>
          <w:p w14:paraId="5E67F883" w14:textId="612C3C9A" w:rsidR="003718DA" w:rsidRPr="00F02886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</w:t>
            </w:r>
            <w:r w:rsidR="00F331BD">
              <w:rPr>
                <w:sz w:val="20"/>
                <w:szCs w:val="20"/>
              </w:rPr>
              <w:t>…..</w:t>
            </w:r>
          </w:p>
        </w:tc>
      </w:tr>
      <w:tr w:rsidR="003718DA" w:rsidRPr="00F02886" w14:paraId="04CCA00D" w14:textId="77777777" w:rsidTr="00B465EC">
        <w:tblPrEx>
          <w:tblBorders>
            <w:top w:val="single" w:sz="4" w:space="0" w:color="auto"/>
          </w:tblBorders>
        </w:tblPrEx>
        <w:trPr>
          <w:trHeight w:val="1489"/>
        </w:trPr>
        <w:tc>
          <w:tcPr>
            <w:tcW w:w="5499" w:type="dxa"/>
            <w:gridSpan w:val="5"/>
          </w:tcPr>
          <w:p w14:paraId="334464DB" w14:textId="7B5321C3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718DA" w:rsidRPr="00F02886">
              <w:rPr>
                <w:sz w:val="20"/>
                <w:szCs w:val="20"/>
              </w:rPr>
              <w:t>. Nazwisko i imię osoby reprezentującej pracodawcę …………………………………………………………………</w:t>
            </w:r>
            <w:r w:rsidR="005E3ECC">
              <w:rPr>
                <w:sz w:val="20"/>
                <w:szCs w:val="20"/>
              </w:rPr>
              <w:t>…</w:t>
            </w:r>
          </w:p>
          <w:p w14:paraId="61DDFAE6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Stanowisko ……………………………………………………</w:t>
            </w:r>
            <w:r w:rsidR="007B690E">
              <w:rPr>
                <w:sz w:val="20"/>
                <w:szCs w:val="20"/>
              </w:rPr>
              <w:t>…</w:t>
            </w:r>
          </w:p>
          <w:p w14:paraId="1BEF457D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Telefon kontaktowy …………………………………………</w:t>
            </w:r>
            <w:r w:rsidR="007B690E">
              <w:rPr>
                <w:sz w:val="20"/>
                <w:szCs w:val="20"/>
              </w:rPr>
              <w:t>….</w:t>
            </w:r>
            <w:r w:rsidR="005E3ECC">
              <w:rPr>
                <w:sz w:val="20"/>
                <w:szCs w:val="20"/>
              </w:rPr>
              <w:t>.</w:t>
            </w:r>
          </w:p>
          <w:p w14:paraId="45499085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e-mail ……………………………………………....................</w:t>
            </w:r>
            <w:r w:rsidR="007B690E">
              <w:rPr>
                <w:sz w:val="20"/>
                <w:szCs w:val="20"/>
              </w:rPr>
              <w:t>..</w:t>
            </w:r>
            <w:r w:rsidR="005E3ECC">
              <w:rPr>
                <w:sz w:val="20"/>
                <w:szCs w:val="20"/>
              </w:rPr>
              <w:t>..</w:t>
            </w:r>
          </w:p>
          <w:p w14:paraId="323A1C6D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Częstotliwość kontaktów……………………………………</w:t>
            </w:r>
            <w:r w:rsidR="007B690E">
              <w:rPr>
                <w:sz w:val="20"/>
                <w:szCs w:val="20"/>
              </w:rPr>
              <w:t>….</w:t>
            </w:r>
            <w:r w:rsidR="005E3ECC">
              <w:rPr>
                <w:sz w:val="20"/>
                <w:szCs w:val="20"/>
              </w:rPr>
              <w:t>..</w:t>
            </w:r>
          </w:p>
        </w:tc>
        <w:tc>
          <w:tcPr>
            <w:tcW w:w="5388" w:type="dxa"/>
            <w:gridSpan w:val="3"/>
            <w:vMerge/>
          </w:tcPr>
          <w:p w14:paraId="7A6160D4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18DA" w:rsidRPr="00F02886" w14:paraId="0A07EFD1" w14:textId="77777777" w:rsidTr="00B465EC">
        <w:tblPrEx>
          <w:tblBorders>
            <w:top w:val="single" w:sz="4" w:space="0" w:color="auto"/>
          </w:tblBorders>
        </w:tblPrEx>
        <w:trPr>
          <w:trHeight w:val="486"/>
        </w:trPr>
        <w:tc>
          <w:tcPr>
            <w:tcW w:w="2975" w:type="dxa"/>
            <w:gridSpan w:val="3"/>
          </w:tcPr>
          <w:p w14:paraId="3924D017" w14:textId="03CB3E77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718DA" w:rsidRPr="00F02886">
              <w:rPr>
                <w:sz w:val="20"/>
                <w:szCs w:val="20"/>
              </w:rPr>
              <w:t xml:space="preserve">. NIP  </w:t>
            </w:r>
          </w:p>
          <w:p w14:paraId="544FD321" w14:textId="77777777" w:rsidR="003718DA" w:rsidRPr="003718DA" w:rsidRDefault="003718DA" w:rsidP="009C62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24" w:type="dxa"/>
            <w:gridSpan w:val="2"/>
          </w:tcPr>
          <w:p w14:paraId="3C5265A5" w14:textId="48E84EFC" w:rsidR="008B0F9D" w:rsidRDefault="00F331BD" w:rsidP="008B0F9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B0F9D" w:rsidRPr="003718DA">
              <w:rPr>
                <w:sz w:val="20"/>
                <w:szCs w:val="20"/>
              </w:rPr>
              <w:t>.</w:t>
            </w:r>
            <w:r w:rsidR="008B0F9D">
              <w:rPr>
                <w:sz w:val="28"/>
                <w:szCs w:val="28"/>
              </w:rPr>
              <w:t xml:space="preserve"> </w:t>
            </w:r>
            <w:r w:rsidR="008B0F9D" w:rsidRPr="003718DA">
              <w:rPr>
                <w:sz w:val="20"/>
                <w:szCs w:val="20"/>
              </w:rPr>
              <w:t>REGON</w:t>
            </w:r>
          </w:p>
          <w:p w14:paraId="34A5E79E" w14:textId="0C9146B6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388" w:type="dxa"/>
            <w:gridSpan w:val="3"/>
            <w:vMerge/>
          </w:tcPr>
          <w:p w14:paraId="5BB35670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3633" w:rsidRPr="00F02886" w14:paraId="461CA383" w14:textId="77777777" w:rsidTr="00B465EC">
        <w:tblPrEx>
          <w:tblBorders>
            <w:top w:val="single" w:sz="4" w:space="0" w:color="auto"/>
          </w:tblBorders>
        </w:tblPrEx>
        <w:trPr>
          <w:trHeight w:val="241"/>
        </w:trPr>
        <w:tc>
          <w:tcPr>
            <w:tcW w:w="5499" w:type="dxa"/>
            <w:gridSpan w:val="5"/>
          </w:tcPr>
          <w:p w14:paraId="5EFE1524" w14:textId="6FF92375" w:rsidR="00033E74" w:rsidRPr="00033E74" w:rsidRDefault="00F331BD" w:rsidP="00033E7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9</w:t>
            </w:r>
            <w:r w:rsidR="00293633" w:rsidRPr="00F02886">
              <w:rPr>
                <w:sz w:val="20"/>
                <w:szCs w:val="20"/>
              </w:rPr>
              <w:t>. Podstawowy rodzaj działalności wg PKD</w:t>
            </w:r>
            <w:r w:rsidR="00033E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8" w:type="dxa"/>
            <w:gridSpan w:val="3"/>
          </w:tcPr>
          <w:p w14:paraId="547DE550" w14:textId="266537AD" w:rsidR="00141233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93633" w:rsidRPr="00F02886">
              <w:rPr>
                <w:sz w:val="20"/>
                <w:szCs w:val="20"/>
              </w:rPr>
              <w:t>. Liczba zatrudnionych pracowników</w:t>
            </w:r>
            <w:r w:rsidR="00141233">
              <w:rPr>
                <w:sz w:val="20"/>
                <w:szCs w:val="20"/>
              </w:rPr>
              <w:t>……………………</w:t>
            </w:r>
          </w:p>
          <w:p w14:paraId="7CD302BA" w14:textId="791DC326" w:rsidR="00293633" w:rsidRPr="00F02886" w:rsidRDefault="00141233" w:rsidP="001412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w tym cudzoziemców</w:t>
            </w:r>
            <w:r w:rsidR="00293633" w:rsidRPr="00F02886">
              <w:rPr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>………</w:t>
            </w:r>
            <w:r w:rsidR="00F331BD">
              <w:rPr>
                <w:sz w:val="20"/>
                <w:szCs w:val="20"/>
              </w:rPr>
              <w:t>…………………………..</w:t>
            </w:r>
          </w:p>
        </w:tc>
      </w:tr>
      <w:tr w:rsidR="003718DA" w:rsidRPr="00F02886" w14:paraId="184F1CFF" w14:textId="77777777" w:rsidTr="00B465EC">
        <w:tblPrEx>
          <w:tblBorders>
            <w:top w:val="single" w:sz="4" w:space="0" w:color="auto"/>
          </w:tblBorders>
        </w:tblPrEx>
        <w:trPr>
          <w:trHeight w:val="241"/>
        </w:trPr>
        <w:tc>
          <w:tcPr>
            <w:tcW w:w="10887" w:type="dxa"/>
            <w:gridSpan w:val="8"/>
          </w:tcPr>
          <w:p w14:paraId="53B9C1DD" w14:textId="13353400" w:rsidR="003718DA" w:rsidRPr="00F02886" w:rsidRDefault="00F331BD" w:rsidP="00B172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718DA" w:rsidRPr="00F0288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3718DA" w:rsidRPr="00F02886">
              <w:rPr>
                <w:sz w:val="20"/>
                <w:szCs w:val="20"/>
              </w:rPr>
              <w:t>Pracodawca jest agencją zatrudnienia zgłaszając</w:t>
            </w:r>
            <w:r w:rsidR="00B1723B">
              <w:rPr>
                <w:sz w:val="20"/>
                <w:szCs w:val="20"/>
              </w:rPr>
              <w:t xml:space="preserve">ą </w:t>
            </w:r>
            <w:r w:rsidR="003718DA" w:rsidRPr="00F02886">
              <w:rPr>
                <w:sz w:val="20"/>
                <w:szCs w:val="20"/>
              </w:rPr>
              <w:t xml:space="preserve">ofertę pracy tymczasowej  </w:t>
            </w:r>
            <w:r w:rsidR="008C7E79">
              <w:rPr>
                <w:sz w:val="20"/>
                <w:szCs w:val="20"/>
              </w:rPr>
              <w:t xml:space="preserve"> </w:t>
            </w:r>
            <w:r w:rsidR="003718DA" w:rsidRPr="00F02886">
              <w:rPr>
                <w:b/>
                <w:sz w:val="20"/>
                <w:szCs w:val="20"/>
              </w:rPr>
              <w:t>tak</w:t>
            </w:r>
            <w:r w:rsidR="008C7E79">
              <w:rPr>
                <w:b/>
                <w:sz w:val="20"/>
                <w:szCs w:val="20"/>
              </w:rPr>
              <w:t xml:space="preserve"> </w:t>
            </w:r>
            <w:r w:rsidR="003718DA" w:rsidRPr="00F02886">
              <w:rPr>
                <w:b/>
                <w:sz w:val="20"/>
                <w:szCs w:val="20"/>
              </w:rPr>
              <w:t>/</w:t>
            </w:r>
            <w:r w:rsidR="008C7E79">
              <w:rPr>
                <w:b/>
                <w:sz w:val="20"/>
                <w:szCs w:val="20"/>
              </w:rPr>
              <w:t xml:space="preserve"> </w:t>
            </w:r>
            <w:r w:rsidR="003718DA" w:rsidRPr="00F02886">
              <w:rPr>
                <w:b/>
                <w:sz w:val="20"/>
                <w:szCs w:val="20"/>
              </w:rPr>
              <w:t>nie*</w:t>
            </w:r>
            <w:r w:rsidR="003718DA">
              <w:rPr>
                <w:b/>
                <w:sz w:val="20"/>
                <w:szCs w:val="20"/>
              </w:rPr>
              <w:t xml:space="preserve">   </w:t>
            </w:r>
            <w:r w:rsidR="008C7E79">
              <w:rPr>
                <w:sz w:val="20"/>
                <w:szCs w:val="20"/>
              </w:rPr>
              <w:t>nr wpisu do rejestru</w:t>
            </w:r>
            <w:r w:rsidR="00B1723B">
              <w:rPr>
                <w:sz w:val="20"/>
                <w:szCs w:val="20"/>
              </w:rPr>
              <w:t xml:space="preserve"> </w:t>
            </w:r>
            <w:r w:rsidR="008C7E79">
              <w:rPr>
                <w:sz w:val="20"/>
                <w:szCs w:val="20"/>
              </w:rPr>
              <w:t xml:space="preserve"> </w:t>
            </w:r>
            <w:r w:rsidR="003718DA" w:rsidRPr="003718DA">
              <w:rPr>
                <w:sz w:val="20"/>
                <w:szCs w:val="20"/>
              </w:rPr>
              <w:t>…………</w:t>
            </w:r>
            <w:r>
              <w:rPr>
                <w:sz w:val="20"/>
                <w:szCs w:val="20"/>
              </w:rPr>
              <w:t>….</w:t>
            </w:r>
          </w:p>
        </w:tc>
      </w:tr>
      <w:tr w:rsidR="00293633" w:rsidRPr="00F02886" w14:paraId="6C463184" w14:textId="77777777" w:rsidTr="00B465EC">
        <w:tblPrEx>
          <w:tblBorders>
            <w:top w:val="single" w:sz="4" w:space="0" w:color="auto"/>
          </w:tblBorders>
        </w:tblPrEx>
        <w:tc>
          <w:tcPr>
            <w:tcW w:w="10887" w:type="dxa"/>
            <w:gridSpan w:val="8"/>
            <w:shd w:val="clear" w:color="auto" w:fill="D9D9D9"/>
          </w:tcPr>
          <w:p w14:paraId="2E1810B8" w14:textId="4775B0C1" w:rsidR="009D42E5" w:rsidRPr="00F02886" w:rsidRDefault="00293633" w:rsidP="003718DA">
            <w:pPr>
              <w:spacing w:line="276" w:lineRule="auto"/>
              <w:rPr>
                <w:b/>
                <w:sz w:val="20"/>
                <w:szCs w:val="20"/>
              </w:rPr>
            </w:pPr>
            <w:r w:rsidRPr="00F02886">
              <w:rPr>
                <w:b/>
                <w:sz w:val="20"/>
                <w:szCs w:val="20"/>
              </w:rPr>
              <w:t>II</w:t>
            </w:r>
            <w:r w:rsidR="00F3123D">
              <w:rPr>
                <w:b/>
                <w:sz w:val="20"/>
                <w:szCs w:val="20"/>
              </w:rPr>
              <w:t>I</w:t>
            </w:r>
            <w:r w:rsidRPr="00F02886">
              <w:rPr>
                <w:b/>
                <w:sz w:val="20"/>
                <w:szCs w:val="20"/>
              </w:rPr>
              <w:t>. Informacje dotyczące zgłoszenia oferty pracy</w:t>
            </w:r>
          </w:p>
        </w:tc>
      </w:tr>
      <w:tr w:rsidR="00293633" w:rsidRPr="00F02886" w14:paraId="7AEBDDD8" w14:textId="77777777" w:rsidTr="00B465EC">
        <w:tblPrEx>
          <w:tblBorders>
            <w:top w:val="single" w:sz="4" w:space="0" w:color="auto"/>
          </w:tblBorders>
        </w:tblPrEx>
        <w:trPr>
          <w:trHeight w:val="859"/>
        </w:trPr>
        <w:tc>
          <w:tcPr>
            <w:tcW w:w="2948" w:type="dxa"/>
            <w:gridSpan w:val="2"/>
          </w:tcPr>
          <w:p w14:paraId="5BE68A84" w14:textId="42AD8519" w:rsidR="00293633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2</w:t>
            </w:r>
            <w:r w:rsidR="00810FBC">
              <w:rPr>
                <w:sz w:val="20"/>
                <w:szCs w:val="20"/>
              </w:rPr>
              <w:t>.</w:t>
            </w:r>
            <w:r w:rsidR="00293633" w:rsidRPr="00F02886">
              <w:rPr>
                <w:sz w:val="20"/>
                <w:szCs w:val="20"/>
              </w:rPr>
              <w:t xml:space="preserve"> Nazwa zawodu</w:t>
            </w:r>
          </w:p>
          <w:p w14:paraId="365CC3A5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………………………………….</w:t>
            </w:r>
          </w:p>
          <w:p w14:paraId="1FCA54AE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………………………………….</w:t>
            </w:r>
          </w:p>
        </w:tc>
        <w:tc>
          <w:tcPr>
            <w:tcW w:w="2551" w:type="dxa"/>
            <w:gridSpan w:val="3"/>
            <w:vMerge w:val="restart"/>
          </w:tcPr>
          <w:p w14:paraId="301F527B" w14:textId="16E5EC92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492BB4">
              <w:rPr>
                <w:sz w:val="20"/>
                <w:szCs w:val="20"/>
              </w:rPr>
              <w:t>4</w:t>
            </w:r>
            <w:r w:rsidRPr="00F02886">
              <w:rPr>
                <w:sz w:val="20"/>
                <w:szCs w:val="20"/>
              </w:rPr>
              <w:t>. Nazwa stanowiska</w:t>
            </w:r>
          </w:p>
          <w:p w14:paraId="3CAC0629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</w:t>
            </w:r>
            <w:r w:rsidR="007B690E">
              <w:rPr>
                <w:sz w:val="20"/>
                <w:szCs w:val="20"/>
              </w:rPr>
              <w:t>…..</w:t>
            </w:r>
          </w:p>
          <w:p w14:paraId="2E7525B1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</w:t>
            </w:r>
            <w:r w:rsidR="007B690E">
              <w:rPr>
                <w:sz w:val="20"/>
                <w:szCs w:val="20"/>
              </w:rPr>
              <w:t>….</w:t>
            </w:r>
          </w:p>
          <w:p w14:paraId="5F33C620" w14:textId="77777777" w:rsidR="00293633" w:rsidRPr="003A2AF0" w:rsidRDefault="00293633" w:rsidP="003A2AF0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</w:t>
            </w:r>
            <w:r w:rsidR="007B690E">
              <w:rPr>
                <w:sz w:val="20"/>
                <w:szCs w:val="20"/>
              </w:rPr>
              <w:t>…</w:t>
            </w:r>
            <w:r w:rsidR="008C7E79">
              <w:rPr>
                <w:sz w:val="20"/>
                <w:szCs w:val="20"/>
              </w:rPr>
              <w:t>.…………………………….</w:t>
            </w:r>
          </w:p>
        </w:tc>
        <w:tc>
          <w:tcPr>
            <w:tcW w:w="5388" w:type="dxa"/>
            <w:gridSpan w:val="3"/>
          </w:tcPr>
          <w:p w14:paraId="604496C2" w14:textId="65EF0F2F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492BB4">
              <w:rPr>
                <w:sz w:val="20"/>
                <w:szCs w:val="20"/>
              </w:rPr>
              <w:t>5</w:t>
            </w:r>
            <w:r w:rsidRPr="00F02886">
              <w:rPr>
                <w:sz w:val="20"/>
                <w:szCs w:val="20"/>
              </w:rPr>
              <w:t xml:space="preserve">. Liczba wolnych miejsc zatrudnienia                      </w:t>
            </w:r>
            <w:r w:rsidR="003A2AF0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 xml:space="preserve"> </w:t>
            </w:r>
            <w:r w:rsidRPr="00F02886">
              <w:rPr>
                <w:sz w:val="28"/>
                <w:szCs w:val="28"/>
              </w:rPr>
              <w:t>⁪⁪</w:t>
            </w:r>
          </w:p>
          <w:p w14:paraId="42588836" w14:textId="77777777" w:rsidR="003A2AF0" w:rsidRDefault="00293633" w:rsidP="003A2AF0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  </w:t>
            </w:r>
            <w:r w:rsidR="003A2AF0">
              <w:rPr>
                <w:sz w:val="20"/>
                <w:szCs w:val="20"/>
              </w:rPr>
              <w:t xml:space="preserve">    </w:t>
            </w:r>
            <w:r w:rsidRPr="00F02886">
              <w:rPr>
                <w:sz w:val="20"/>
                <w:szCs w:val="20"/>
              </w:rPr>
              <w:t>w  tym dla osób niep</w:t>
            </w:r>
            <w:r w:rsidR="003A2AF0">
              <w:rPr>
                <w:sz w:val="20"/>
                <w:szCs w:val="20"/>
              </w:rPr>
              <w:t xml:space="preserve">ełnosprawnych               </w:t>
            </w:r>
            <w:r w:rsidRPr="00F02886">
              <w:rPr>
                <w:sz w:val="20"/>
                <w:szCs w:val="20"/>
              </w:rPr>
              <w:t xml:space="preserve">        </w:t>
            </w:r>
            <w:r w:rsidR="003A2AF0">
              <w:rPr>
                <w:sz w:val="20"/>
                <w:szCs w:val="20"/>
              </w:rPr>
              <w:t xml:space="preserve"> </w:t>
            </w:r>
            <w:r w:rsidRPr="00F02886">
              <w:rPr>
                <w:sz w:val="28"/>
                <w:szCs w:val="28"/>
              </w:rPr>
              <w:t>⁪⁪</w:t>
            </w:r>
          </w:p>
          <w:p w14:paraId="596E637F" w14:textId="77777777" w:rsidR="00293633" w:rsidRPr="003A2AF0" w:rsidRDefault="00293633" w:rsidP="003A2AF0">
            <w:pPr>
              <w:rPr>
                <w:sz w:val="20"/>
                <w:szCs w:val="20"/>
              </w:rPr>
            </w:pPr>
          </w:p>
        </w:tc>
      </w:tr>
      <w:tr w:rsidR="00293633" w:rsidRPr="00F02886" w14:paraId="363AB993" w14:textId="77777777" w:rsidTr="00B465EC">
        <w:tblPrEx>
          <w:tblBorders>
            <w:top w:val="single" w:sz="4" w:space="0" w:color="auto"/>
          </w:tblBorders>
        </w:tblPrEx>
        <w:trPr>
          <w:trHeight w:val="360"/>
        </w:trPr>
        <w:tc>
          <w:tcPr>
            <w:tcW w:w="2948" w:type="dxa"/>
            <w:gridSpan w:val="2"/>
          </w:tcPr>
          <w:p w14:paraId="45AA9816" w14:textId="3FF54A63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492BB4">
              <w:rPr>
                <w:sz w:val="20"/>
                <w:szCs w:val="20"/>
              </w:rPr>
              <w:t>3</w:t>
            </w:r>
            <w:r w:rsidRPr="00F02886">
              <w:rPr>
                <w:sz w:val="20"/>
                <w:szCs w:val="20"/>
              </w:rPr>
              <w:t>. Kod zawodu</w:t>
            </w:r>
          </w:p>
          <w:p w14:paraId="3C995E22" w14:textId="77777777" w:rsidR="00293633" w:rsidRPr="00F02886" w:rsidRDefault="00293633" w:rsidP="003718D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Merge/>
          </w:tcPr>
          <w:p w14:paraId="62BD0588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388" w:type="dxa"/>
            <w:gridSpan w:val="3"/>
          </w:tcPr>
          <w:p w14:paraId="088A21AE" w14:textId="20857576" w:rsidR="00293633" w:rsidRPr="003A2AF0" w:rsidRDefault="003A2AF0" w:rsidP="003F43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492BB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 Wnioskowana liczba kandydatów                           </w:t>
            </w:r>
            <w:r w:rsidRPr="00F02886">
              <w:rPr>
                <w:sz w:val="28"/>
                <w:szCs w:val="28"/>
              </w:rPr>
              <w:t>⁪⁪</w:t>
            </w:r>
          </w:p>
        </w:tc>
      </w:tr>
      <w:tr w:rsidR="007B690E" w:rsidRPr="00F02886" w14:paraId="3A00FF07" w14:textId="77777777" w:rsidTr="00B465EC">
        <w:tblPrEx>
          <w:tblBorders>
            <w:top w:val="single" w:sz="4" w:space="0" w:color="auto"/>
          </w:tblBorders>
        </w:tblPrEx>
        <w:trPr>
          <w:trHeight w:val="1035"/>
        </w:trPr>
        <w:tc>
          <w:tcPr>
            <w:tcW w:w="2948" w:type="dxa"/>
            <w:gridSpan w:val="2"/>
          </w:tcPr>
          <w:p w14:paraId="05EDFA12" w14:textId="77DD278C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7</w:t>
            </w:r>
            <w:r w:rsidRPr="00F02886">
              <w:rPr>
                <w:sz w:val="20"/>
                <w:szCs w:val="20"/>
              </w:rPr>
              <w:t>. Miejsce wykonywania pracy ………………………………....</w:t>
            </w:r>
            <w:r>
              <w:rPr>
                <w:sz w:val="20"/>
                <w:szCs w:val="20"/>
              </w:rPr>
              <w:t>.</w:t>
            </w:r>
            <w:r w:rsidR="008C7E79">
              <w:rPr>
                <w:sz w:val="20"/>
                <w:szCs w:val="20"/>
              </w:rPr>
              <w:t>.</w:t>
            </w:r>
          </w:p>
          <w:p w14:paraId="159F4AD3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</w:t>
            </w:r>
            <w:r>
              <w:rPr>
                <w:sz w:val="20"/>
                <w:szCs w:val="20"/>
              </w:rPr>
              <w:t>.</w:t>
            </w:r>
            <w:r w:rsidR="008C7E79">
              <w:rPr>
                <w:sz w:val="20"/>
                <w:szCs w:val="20"/>
              </w:rPr>
              <w:t>.</w:t>
            </w:r>
          </w:p>
          <w:p w14:paraId="5A384E92" w14:textId="64A7A89D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</w:t>
            </w:r>
            <w:r>
              <w:rPr>
                <w:sz w:val="20"/>
                <w:szCs w:val="20"/>
              </w:rPr>
              <w:t>.</w:t>
            </w:r>
            <w:r w:rsidR="008C7E79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3"/>
          </w:tcPr>
          <w:p w14:paraId="3D2B1693" w14:textId="7CD308A9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8</w:t>
            </w:r>
            <w:r w:rsidRPr="00F02886">
              <w:rPr>
                <w:sz w:val="20"/>
                <w:szCs w:val="20"/>
              </w:rPr>
              <w:t>. Dodatkowe informacje (możliwość zakwaterowania, itp.)</w:t>
            </w:r>
          </w:p>
          <w:p w14:paraId="390DCF95" w14:textId="6ED04AC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 w:rsidR="008C7E79">
              <w:rPr>
                <w:sz w:val="20"/>
                <w:szCs w:val="20"/>
              </w:rPr>
              <w:t>..</w:t>
            </w:r>
          </w:p>
        </w:tc>
        <w:tc>
          <w:tcPr>
            <w:tcW w:w="2694" w:type="dxa"/>
            <w:gridSpan w:val="2"/>
            <w:vMerge w:val="restart"/>
          </w:tcPr>
          <w:p w14:paraId="1D4F2768" w14:textId="11F83ADF" w:rsidR="008C7E79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9</w:t>
            </w:r>
            <w:r w:rsidRPr="00F02886">
              <w:rPr>
                <w:sz w:val="20"/>
                <w:szCs w:val="20"/>
              </w:rPr>
              <w:t>.</w:t>
            </w:r>
            <w:r w:rsidR="00F331BD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>Rodzaj umowy</w:t>
            </w:r>
          </w:p>
          <w:p w14:paraId="00A78D70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1) na czas nieokreślony</w:t>
            </w:r>
          </w:p>
          <w:p w14:paraId="36E9AE32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2) na czas określony</w:t>
            </w:r>
          </w:p>
          <w:p w14:paraId="3DCC89F5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3) praca sezonowa         </w:t>
            </w:r>
            <w:r w:rsidRPr="00F02886">
              <w:rPr>
                <w:sz w:val="36"/>
                <w:szCs w:val="36"/>
              </w:rPr>
              <w:t>⁪</w:t>
            </w:r>
            <w:r w:rsidRPr="00F02886">
              <w:rPr>
                <w:sz w:val="20"/>
                <w:szCs w:val="20"/>
              </w:rPr>
              <w:t xml:space="preserve">        </w:t>
            </w:r>
            <w:r w:rsidRPr="00F02886">
              <w:rPr>
                <w:sz w:val="28"/>
                <w:szCs w:val="28"/>
              </w:rPr>
              <w:t xml:space="preserve"> </w:t>
            </w:r>
          </w:p>
          <w:p w14:paraId="6AD5607B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4) umowa zlecenie</w:t>
            </w:r>
          </w:p>
          <w:p w14:paraId="16E33EC7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5) </w:t>
            </w:r>
            <w:r w:rsidR="003C1FB6" w:rsidRPr="00F02886">
              <w:rPr>
                <w:sz w:val="20"/>
                <w:szCs w:val="20"/>
              </w:rPr>
              <w:t>umowa o dzieło</w:t>
            </w:r>
          </w:p>
          <w:p w14:paraId="4CC5259C" w14:textId="0BF09233" w:rsidR="007B690E" w:rsidRPr="003C1FB6" w:rsidRDefault="003A2AF0" w:rsidP="003F430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</w:t>
            </w:r>
            <w:r w:rsidR="003C1FB6" w:rsidRPr="00F02886">
              <w:rPr>
                <w:sz w:val="20"/>
                <w:szCs w:val="20"/>
              </w:rPr>
              <w:t>inne</w:t>
            </w:r>
            <w:r w:rsidR="003C1FB6">
              <w:rPr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2694" w:type="dxa"/>
            <w:vMerge w:val="restart"/>
          </w:tcPr>
          <w:p w14:paraId="4240C270" w14:textId="7266B98B" w:rsidR="007B690E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B690E" w:rsidRPr="00F02886">
              <w:rPr>
                <w:sz w:val="20"/>
                <w:szCs w:val="20"/>
              </w:rPr>
              <w:t>. Wymiar czasu pracy</w:t>
            </w:r>
          </w:p>
          <w:p w14:paraId="49702AB0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>
              <w:rPr>
                <w:sz w:val="20"/>
                <w:szCs w:val="20"/>
              </w:rPr>
              <w:t>…</w:t>
            </w:r>
          </w:p>
          <w:p w14:paraId="6F228045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Rozkład czasu pracy</w:t>
            </w:r>
            <w:r w:rsidR="003C1FB6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>(zmianowość)</w:t>
            </w:r>
          </w:p>
          <w:p w14:paraId="199FCB35" w14:textId="6EB74442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>
              <w:rPr>
                <w:sz w:val="20"/>
                <w:szCs w:val="20"/>
              </w:rPr>
              <w:t>…</w:t>
            </w:r>
            <w:r w:rsidR="003A2AF0">
              <w:rPr>
                <w:sz w:val="20"/>
                <w:szCs w:val="20"/>
              </w:rPr>
              <w:t>………………………………</w:t>
            </w:r>
          </w:p>
          <w:p w14:paraId="224378B6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Godzina rozpoczęcia pracy</w:t>
            </w:r>
          </w:p>
          <w:p w14:paraId="117AAA66" w14:textId="77777777" w:rsidR="003C1FB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 w:rsidR="003A2AF0">
              <w:rPr>
                <w:sz w:val="20"/>
                <w:szCs w:val="20"/>
              </w:rPr>
              <w:t>.</w:t>
            </w:r>
          </w:p>
          <w:p w14:paraId="29E7BB16" w14:textId="77777777" w:rsidR="007B690E" w:rsidRPr="003C1FB6" w:rsidRDefault="007B690E" w:rsidP="003C1FB6">
            <w:pPr>
              <w:rPr>
                <w:sz w:val="20"/>
                <w:szCs w:val="20"/>
              </w:rPr>
            </w:pPr>
          </w:p>
        </w:tc>
      </w:tr>
      <w:tr w:rsidR="007B690E" w:rsidRPr="00F02886" w14:paraId="26230D42" w14:textId="77777777" w:rsidTr="00B465EC">
        <w:tblPrEx>
          <w:tblBorders>
            <w:top w:val="single" w:sz="4" w:space="0" w:color="auto"/>
          </w:tblBorders>
        </w:tblPrEx>
        <w:trPr>
          <w:trHeight w:val="1119"/>
        </w:trPr>
        <w:tc>
          <w:tcPr>
            <w:tcW w:w="2948" w:type="dxa"/>
            <w:gridSpan w:val="2"/>
          </w:tcPr>
          <w:p w14:paraId="534486AF" w14:textId="01252E53" w:rsidR="007B690E" w:rsidRDefault="00916BA0" w:rsidP="008042B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331BD">
              <w:rPr>
                <w:sz w:val="20"/>
                <w:szCs w:val="20"/>
              </w:rPr>
              <w:t>1</w:t>
            </w:r>
            <w:r w:rsidR="007B690E" w:rsidRPr="00F02886">
              <w:rPr>
                <w:sz w:val="20"/>
                <w:szCs w:val="20"/>
              </w:rPr>
              <w:t>.</w:t>
            </w:r>
            <w:r w:rsidR="00F331BD">
              <w:rPr>
                <w:sz w:val="20"/>
                <w:szCs w:val="20"/>
              </w:rPr>
              <w:t xml:space="preserve"> </w:t>
            </w:r>
            <w:r w:rsidR="007B690E" w:rsidRPr="00F02886">
              <w:rPr>
                <w:sz w:val="20"/>
                <w:szCs w:val="20"/>
              </w:rPr>
              <w:t xml:space="preserve">Okres zatrudnienia </w:t>
            </w:r>
            <w:r w:rsidR="007B690E">
              <w:rPr>
                <w:sz w:val="20"/>
                <w:szCs w:val="20"/>
              </w:rPr>
              <w:br/>
            </w:r>
            <w:r w:rsidR="007B690E" w:rsidRPr="00F02886">
              <w:rPr>
                <w:sz w:val="20"/>
                <w:szCs w:val="20"/>
              </w:rPr>
              <w:t xml:space="preserve">w przypadku pracy na podstawie umowy </w:t>
            </w:r>
            <w:r w:rsidR="007B690E">
              <w:rPr>
                <w:sz w:val="20"/>
                <w:szCs w:val="20"/>
              </w:rPr>
              <w:t xml:space="preserve">o </w:t>
            </w:r>
            <w:r w:rsidR="007B690E" w:rsidRPr="00F02886">
              <w:rPr>
                <w:sz w:val="20"/>
                <w:szCs w:val="20"/>
              </w:rPr>
              <w:t>prac</w:t>
            </w:r>
            <w:r w:rsidR="007B690E">
              <w:rPr>
                <w:sz w:val="20"/>
                <w:szCs w:val="20"/>
              </w:rPr>
              <w:t>ę …………………</w:t>
            </w:r>
          </w:p>
          <w:p w14:paraId="06EFCAEF" w14:textId="77777777" w:rsidR="007B690E" w:rsidRPr="003A2AF0" w:rsidRDefault="007B690E" w:rsidP="003A2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…………………………………..</w:t>
            </w:r>
          </w:p>
        </w:tc>
        <w:tc>
          <w:tcPr>
            <w:tcW w:w="2551" w:type="dxa"/>
            <w:gridSpan w:val="3"/>
          </w:tcPr>
          <w:p w14:paraId="3848E0C2" w14:textId="57E51B14" w:rsidR="007B690E" w:rsidRPr="00F02886" w:rsidRDefault="00D02B5D" w:rsidP="008042B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331BD">
              <w:rPr>
                <w:sz w:val="20"/>
                <w:szCs w:val="20"/>
              </w:rPr>
              <w:t>2</w:t>
            </w:r>
            <w:r w:rsidR="007B690E" w:rsidRPr="00F02886">
              <w:rPr>
                <w:sz w:val="20"/>
                <w:szCs w:val="20"/>
              </w:rPr>
              <w:t>. Wysokość wynagrodzenia brutto w zł (miesięcznie)</w:t>
            </w:r>
          </w:p>
          <w:p w14:paraId="5EE33337" w14:textId="77777777" w:rsidR="007B690E" w:rsidRPr="00F02886" w:rsidRDefault="007B690E" w:rsidP="008042B3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</w:p>
        </w:tc>
        <w:tc>
          <w:tcPr>
            <w:tcW w:w="2694" w:type="dxa"/>
            <w:gridSpan w:val="2"/>
            <w:vMerge/>
          </w:tcPr>
          <w:p w14:paraId="4D309C6C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5CEDB419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B690E" w:rsidRPr="00F02886" w14:paraId="2F1F25D0" w14:textId="77777777" w:rsidTr="00B465EC">
        <w:tblPrEx>
          <w:tblBorders>
            <w:top w:val="single" w:sz="4" w:space="0" w:color="auto"/>
          </w:tblBorders>
        </w:tblPrEx>
        <w:tc>
          <w:tcPr>
            <w:tcW w:w="5499" w:type="dxa"/>
            <w:gridSpan w:val="5"/>
          </w:tcPr>
          <w:p w14:paraId="29C05F37" w14:textId="08B9912E" w:rsidR="007B690E" w:rsidRPr="00F02886" w:rsidRDefault="007B690E" w:rsidP="00D02B5D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3</w:t>
            </w:r>
            <w:r w:rsidRPr="00F02886">
              <w:rPr>
                <w:sz w:val="20"/>
                <w:szCs w:val="20"/>
              </w:rPr>
              <w:t>. System wynagradzania (akordowy, prowizyjny, czasowy)</w:t>
            </w:r>
            <w:r w:rsidR="003C1FB6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>…………………</w:t>
            </w:r>
            <w:r>
              <w:rPr>
                <w:sz w:val="20"/>
                <w:szCs w:val="20"/>
              </w:rPr>
              <w:t>………………………………………</w:t>
            </w:r>
            <w:r w:rsidR="003C1FB6">
              <w:rPr>
                <w:sz w:val="20"/>
                <w:szCs w:val="20"/>
              </w:rPr>
              <w:t>………...</w:t>
            </w:r>
          </w:p>
        </w:tc>
        <w:tc>
          <w:tcPr>
            <w:tcW w:w="5388" w:type="dxa"/>
            <w:gridSpan w:val="3"/>
          </w:tcPr>
          <w:p w14:paraId="54118A56" w14:textId="62907376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4</w:t>
            </w:r>
            <w:r w:rsidRPr="00F02886">
              <w:rPr>
                <w:sz w:val="20"/>
                <w:szCs w:val="20"/>
              </w:rPr>
              <w:t>. Data rozpoczęcia pracy</w:t>
            </w:r>
            <w:r>
              <w:rPr>
                <w:sz w:val="20"/>
                <w:szCs w:val="20"/>
              </w:rPr>
              <w:t xml:space="preserve"> ……………………………………</w:t>
            </w:r>
          </w:p>
          <w:p w14:paraId="3FF4D86A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</w:t>
            </w:r>
          </w:p>
        </w:tc>
      </w:tr>
      <w:tr w:rsidR="007B690E" w:rsidRPr="00F02886" w14:paraId="2E3E1938" w14:textId="77777777" w:rsidTr="00B465EC">
        <w:tblPrEx>
          <w:tblBorders>
            <w:top w:val="single" w:sz="4" w:space="0" w:color="auto"/>
          </w:tblBorders>
        </w:tblPrEx>
        <w:trPr>
          <w:trHeight w:val="2370"/>
        </w:trPr>
        <w:tc>
          <w:tcPr>
            <w:tcW w:w="5499" w:type="dxa"/>
            <w:gridSpan w:val="5"/>
            <w:vMerge w:val="restart"/>
          </w:tcPr>
          <w:p w14:paraId="58FA6518" w14:textId="5558A68D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5</w:t>
            </w:r>
            <w:r w:rsidRPr="00F02886">
              <w:rPr>
                <w:sz w:val="20"/>
                <w:szCs w:val="20"/>
              </w:rPr>
              <w:t>. Oczekiwania pracodawcy wobec kandydatów do pracy</w:t>
            </w:r>
          </w:p>
          <w:p w14:paraId="19051CF7" w14:textId="1C385B9A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1) poziom wykształcenia …………………………………………</w:t>
            </w:r>
          </w:p>
          <w:p w14:paraId="74350200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2) doświadczenie zawodowe……………………………………..</w:t>
            </w:r>
          </w:p>
          <w:p w14:paraId="309AA4C6" w14:textId="74D1ED46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B690E" w:rsidRPr="00F02886">
              <w:rPr>
                <w:sz w:val="20"/>
                <w:szCs w:val="20"/>
              </w:rPr>
              <w:t xml:space="preserve">) </w:t>
            </w:r>
            <w:r w:rsidR="007B690E">
              <w:rPr>
                <w:sz w:val="20"/>
                <w:szCs w:val="20"/>
              </w:rPr>
              <w:t>uprawnienia …………………………………………………</w:t>
            </w:r>
            <w:r w:rsidR="005E3ECC">
              <w:rPr>
                <w:sz w:val="20"/>
                <w:szCs w:val="20"/>
              </w:rPr>
              <w:t>...</w:t>
            </w:r>
          </w:p>
          <w:p w14:paraId="78EDB6D7" w14:textId="75E263C9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B690E" w:rsidRPr="00F02886">
              <w:rPr>
                <w:sz w:val="20"/>
                <w:szCs w:val="20"/>
              </w:rPr>
              <w:t xml:space="preserve">) </w:t>
            </w:r>
            <w:r w:rsidR="007B690E">
              <w:rPr>
                <w:sz w:val="20"/>
                <w:szCs w:val="20"/>
              </w:rPr>
              <w:t>umiejętności…………….</w:t>
            </w:r>
            <w:r w:rsidR="007B690E" w:rsidRPr="00F02886">
              <w:rPr>
                <w:sz w:val="20"/>
                <w:szCs w:val="20"/>
              </w:rPr>
              <w:t>…………………………………….</w:t>
            </w:r>
            <w:r w:rsidR="005E3ECC">
              <w:rPr>
                <w:sz w:val="20"/>
                <w:szCs w:val="20"/>
              </w:rPr>
              <w:t>..</w:t>
            </w:r>
          </w:p>
          <w:p w14:paraId="528C4E84" w14:textId="6FEB31F8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B690E" w:rsidRPr="00F02886">
              <w:rPr>
                <w:sz w:val="20"/>
                <w:szCs w:val="20"/>
              </w:rPr>
              <w:t xml:space="preserve">) znajomość języków obcych </w:t>
            </w:r>
          </w:p>
          <w:p w14:paraId="6BACF3E5" w14:textId="77777777" w:rsidR="007B690E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Język………………………</w:t>
            </w:r>
            <w:r w:rsidR="005E3ECC">
              <w:rPr>
                <w:sz w:val="20"/>
                <w:szCs w:val="20"/>
              </w:rPr>
              <w:t xml:space="preserve">…. </w:t>
            </w:r>
            <w:r w:rsidRPr="00F02886">
              <w:rPr>
                <w:sz w:val="20"/>
                <w:szCs w:val="20"/>
              </w:rPr>
              <w:t>poziom………………………….</w:t>
            </w:r>
          </w:p>
          <w:p w14:paraId="65157F24" w14:textId="0203347B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B690E">
              <w:rPr>
                <w:sz w:val="20"/>
                <w:szCs w:val="20"/>
              </w:rPr>
              <w:t>)</w:t>
            </w:r>
            <w:r w:rsidR="003C1FB6">
              <w:rPr>
                <w:sz w:val="20"/>
                <w:szCs w:val="20"/>
              </w:rPr>
              <w:t xml:space="preserve"> inne ……………………………………………………………</w:t>
            </w:r>
          </w:p>
          <w:p w14:paraId="04BB781A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Wymagane dokumenty na rozmowę kwalifikacyjną</w:t>
            </w:r>
          </w:p>
          <w:p w14:paraId="26FB1FC4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……………………………………………………………………</w:t>
            </w:r>
          </w:p>
        </w:tc>
        <w:tc>
          <w:tcPr>
            <w:tcW w:w="5388" w:type="dxa"/>
            <w:gridSpan w:val="3"/>
          </w:tcPr>
          <w:p w14:paraId="0AFE5D07" w14:textId="51D190F9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6</w:t>
            </w:r>
            <w:r w:rsidRPr="00F02886">
              <w:rPr>
                <w:sz w:val="20"/>
                <w:szCs w:val="20"/>
              </w:rPr>
              <w:t>. Ogólny zakres obowiązków</w:t>
            </w:r>
          </w:p>
          <w:p w14:paraId="5B437935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</w:t>
            </w:r>
          </w:p>
          <w:p w14:paraId="468DD1C7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...</w:t>
            </w:r>
          </w:p>
          <w:p w14:paraId="49B58BDF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</w:p>
          <w:p w14:paraId="54C3B5EA" w14:textId="77777777" w:rsidR="007B690E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</w:p>
          <w:p w14:paraId="7326ABEB" w14:textId="77777777" w:rsidR="007B690E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…………………………………………………………………..</w:t>
            </w:r>
          </w:p>
          <w:p w14:paraId="2D9E5560" w14:textId="77777777" w:rsidR="007B690E" w:rsidRPr="003718DA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………………………………………………………………….</w:t>
            </w:r>
          </w:p>
        </w:tc>
      </w:tr>
      <w:tr w:rsidR="007B690E" w:rsidRPr="00F02886" w14:paraId="108CFC03" w14:textId="77777777" w:rsidTr="00B465EC">
        <w:tblPrEx>
          <w:tblBorders>
            <w:top w:val="single" w:sz="4" w:space="0" w:color="auto"/>
          </w:tblBorders>
        </w:tblPrEx>
        <w:trPr>
          <w:trHeight w:val="479"/>
        </w:trPr>
        <w:tc>
          <w:tcPr>
            <w:tcW w:w="5499" w:type="dxa"/>
            <w:gridSpan w:val="5"/>
            <w:vMerge/>
          </w:tcPr>
          <w:p w14:paraId="1F5A4EEA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388" w:type="dxa"/>
            <w:gridSpan w:val="3"/>
          </w:tcPr>
          <w:p w14:paraId="66922B1E" w14:textId="55DD0AF5" w:rsidR="007B690E" w:rsidRPr="00F02886" w:rsidRDefault="007B690E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7</w:t>
            </w:r>
            <w:r w:rsidRPr="00F02886">
              <w:rPr>
                <w:sz w:val="20"/>
                <w:szCs w:val="20"/>
              </w:rPr>
              <w:t xml:space="preserve">.Zainteresowanie zatrudnieniem kandydatów EOG </w:t>
            </w:r>
            <w:r w:rsidR="009A6569">
              <w:rPr>
                <w:sz w:val="20"/>
                <w:szCs w:val="20"/>
              </w:rPr>
              <w:t xml:space="preserve"> </w:t>
            </w:r>
            <w:r w:rsidRPr="00F02886">
              <w:rPr>
                <w:b/>
                <w:sz w:val="20"/>
                <w:szCs w:val="20"/>
              </w:rPr>
              <w:t>tak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Pr="00F02886">
              <w:rPr>
                <w:b/>
                <w:sz w:val="20"/>
                <w:szCs w:val="20"/>
              </w:rPr>
              <w:t>/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Pr="00F02886">
              <w:rPr>
                <w:b/>
                <w:sz w:val="20"/>
                <w:szCs w:val="20"/>
              </w:rPr>
              <w:t>nie</w:t>
            </w:r>
            <w:r w:rsidRPr="00F02886">
              <w:rPr>
                <w:sz w:val="20"/>
                <w:szCs w:val="20"/>
              </w:rPr>
              <w:t>*</w:t>
            </w:r>
          </w:p>
        </w:tc>
      </w:tr>
      <w:tr w:rsidR="008B0F9D" w:rsidRPr="00F02886" w14:paraId="6D55D7FB" w14:textId="77777777" w:rsidTr="00B465EC">
        <w:tblPrEx>
          <w:tblBorders>
            <w:top w:val="single" w:sz="4" w:space="0" w:color="auto"/>
          </w:tblBorders>
        </w:tblPrEx>
        <w:tc>
          <w:tcPr>
            <w:tcW w:w="10887" w:type="dxa"/>
            <w:gridSpan w:val="8"/>
            <w:shd w:val="clear" w:color="auto" w:fill="D9D9D9"/>
          </w:tcPr>
          <w:p w14:paraId="1F8285DB" w14:textId="4B6C1820" w:rsidR="008B0F9D" w:rsidRPr="00F02886" w:rsidRDefault="00124267" w:rsidP="003718DA">
            <w:pPr>
              <w:spacing w:line="276" w:lineRule="auto"/>
              <w:rPr>
                <w:b/>
                <w:sz w:val="20"/>
                <w:szCs w:val="20"/>
              </w:rPr>
            </w:pPr>
            <w:r w:rsidRPr="00F0288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>V</w:t>
            </w:r>
            <w:r w:rsidRPr="00F02886">
              <w:rPr>
                <w:b/>
                <w:sz w:val="20"/>
                <w:szCs w:val="20"/>
              </w:rPr>
              <w:t>. Informacje dotyczące postępowania z ofertą pracy</w:t>
            </w:r>
          </w:p>
        </w:tc>
      </w:tr>
      <w:tr w:rsidR="007B690E" w:rsidRPr="00593128" w14:paraId="63078F1B" w14:textId="77777777" w:rsidTr="00B465EC">
        <w:tblPrEx>
          <w:tblBorders>
            <w:top w:val="single" w:sz="4" w:space="0" w:color="auto"/>
          </w:tblBorders>
        </w:tblPrEx>
        <w:trPr>
          <w:trHeight w:val="301"/>
        </w:trPr>
        <w:tc>
          <w:tcPr>
            <w:tcW w:w="10887" w:type="dxa"/>
            <w:gridSpan w:val="8"/>
          </w:tcPr>
          <w:p w14:paraId="133E95DA" w14:textId="4EBDEF91" w:rsidR="007B690E" w:rsidRPr="00593128" w:rsidRDefault="00852374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93369">
              <w:rPr>
                <w:sz w:val="20"/>
                <w:szCs w:val="20"/>
              </w:rPr>
              <w:t>8</w:t>
            </w:r>
            <w:r w:rsidR="007B690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7B690E">
              <w:rPr>
                <w:sz w:val="20"/>
                <w:szCs w:val="20"/>
              </w:rPr>
              <w:t>Okres aktualności oferty od  ………………………….  do  ……………………………………………</w:t>
            </w:r>
            <w:r w:rsidR="005E3ECC">
              <w:rPr>
                <w:sz w:val="20"/>
                <w:szCs w:val="20"/>
              </w:rPr>
              <w:t>……………………………</w:t>
            </w:r>
          </w:p>
        </w:tc>
      </w:tr>
      <w:tr w:rsidR="007B09F9" w:rsidRPr="00593128" w14:paraId="79F6FC65" w14:textId="77777777" w:rsidTr="00B465EC">
        <w:tblPrEx>
          <w:tblBorders>
            <w:top w:val="single" w:sz="4" w:space="0" w:color="auto"/>
          </w:tblBorders>
        </w:tblPrEx>
        <w:trPr>
          <w:trHeight w:val="301"/>
        </w:trPr>
        <w:tc>
          <w:tcPr>
            <w:tcW w:w="10887" w:type="dxa"/>
            <w:gridSpan w:val="8"/>
          </w:tcPr>
          <w:p w14:paraId="3409E084" w14:textId="7704BF42" w:rsidR="007B09F9" w:rsidRDefault="00493369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7B09F9">
              <w:rPr>
                <w:sz w:val="20"/>
                <w:szCs w:val="20"/>
              </w:rPr>
              <w:t>.</w:t>
            </w:r>
            <w:r w:rsidR="00852374">
              <w:rPr>
                <w:sz w:val="20"/>
                <w:szCs w:val="20"/>
              </w:rPr>
              <w:t xml:space="preserve"> </w:t>
            </w:r>
            <w:r w:rsidR="007B09F9">
              <w:rPr>
                <w:sz w:val="20"/>
                <w:szCs w:val="20"/>
              </w:rPr>
              <w:t xml:space="preserve">Podmiot </w:t>
            </w:r>
            <w:r w:rsidR="007B09F9" w:rsidRPr="005D2E01">
              <w:rPr>
                <w:b/>
                <w:bCs/>
                <w:sz w:val="20"/>
                <w:szCs w:val="20"/>
              </w:rPr>
              <w:t>wyraża/nie wyraża</w:t>
            </w:r>
            <w:r w:rsidR="009F2516">
              <w:rPr>
                <w:b/>
                <w:bCs/>
                <w:sz w:val="20"/>
                <w:szCs w:val="20"/>
              </w:rPr>
              <w:t>*</w:t>
            </w:r>
            <w:r w:rsidR="007B09F9">
              <w:rPr>
                <w:sz w:val="20"/>
                <w:szCs w:val="20"/>
              </w:rPr>
              <w:t xml:space="preserve"> zgody na tłumaczenie oferty pracy na język: angielski, rosyjski, białoruski, ukraiński*</w:t>
            </w:r>
          </w:p>
        </w:tc>
      </w:tr>
      <w:tr w:rsidR="007B690E" w:rsidRPr="00593128" w14:paraId="3EBF0C48" w14:textId="77777777" w:rsidTr="00B465EC">
        <w:tblPrEx>
          <w:tblBorders>
            <w:top w:val="single" w:sz="4" w:space="0" w:color="auto"/>
          </w:tblBorders>
        </w:tblPrEx>
        <w:trPr>
          <w:trHeight w:val="301"/>
        </w:trPr>
        <w:tc>
          <w:tcPr>
            <w:tcW w:w="10887" w:type="dxa"/>
            <w:gridSpan w:val="8"/>
          </w:tcPr>
          <w:p w14:paraId="133DA3BC" w14:textId="4E49D240" w:rsidR="007B690E" w:rsidRDefault="00BE373F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93369">
              <w:rPr>
                <w:sz w:val="20"/>
                <w:szCs w:val="20"/>
              </w:rPr>
              <w:t>0</w:t>
            </w:r>
            <w:r w:rsidR="007B690E">
              <w:rPr>
                <w:sz w:val="20"/>
                <w:szCs w:val="20"/>
              </w:rPr>
              <w:t>.</w:t>
            </w:r>
            <w:r w:rsidR="00852374">
              <w:rPr>
                <w:sz w:val="20"/>
                <w:szCs w:val="20"/>
              </w:rPr>
              <w:t xml:space="preserve"> </w:t>
            </w:r>
            <w:r w:rsidR="007B690E">
              <w:rPr>
                <w:sz w:val="20"/>
                <w:szCs w:val="20"/>
              </w:rPr>
              <w:t xml:space="preserve">Upowszechnianie oferty pracy w wybranych państwach EOG  </w:t>
            </w:r>
            <w:r w:rsidR="007B690E" w:rsidRPr="00674D72">
              <w:rPr>
                <w:b/>
                <w:sz w:val="20"/>
                <w:szCs w:val="20"/>
              </w:rPr>
              <w:t>tak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674D72">
              <w:rPr>
                <w:b/>
                <w:sz w:val="20"/>
                <w:szCs w:val="20"/>
              </w:rPr>
              <w:t>/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674D72">
              <w:rPr>
                <w:b/>
                <w:sz w:val="20"/>
                <w:szCs w:val="20"/>
              </w:rPr>
              <w:t>nie*</w:t>
            </w:r>
            <w:r w:rsidR="009F2516">
              <w:rPr>
                <w:sz w:val="20"/>
                <w:szCs w:val="20"/>
              </w:rPr>
              <w:t xml:space="preserve"> j</w:t>
            </w:r>
            <w:r w:rsidR="007B690E">
              <w:rPr>
                <w:sz w:val="20"/>
                <w:szCs w:val="20"/>
              </w:rPr>
              <w:t>eśli tak to jakich………………………………………</w:t>
            </w:r>
            <w:r w:rsidR="009A6569">
              <w:rPr>
                <w:sz w:val="20"/>
                <w:szCs w:val="20"/>
              </w:rPr>
              <w:t>.</w:t>
            </w:r>
          </w:p>
        </w:tc>
      </w:tr>
      <w:tr w:rsidR="007B690E" w:rsidRPr="00F02886" w14:paraId="3AE5B3A4" w14:textId="77777777" w:rsidTr="00B465EC">
        <w:tc>
          <w:tcPr>
            <w:tcW w:w="10887" w:type="dxa"/>
            <w:gridSpan w:val="8"/>
          </w:tcPr>
          <w:p w14:paraId="42470DB5" w14:textId="6F673738" w:rsidR="007B690E" w:rsidRPr="00F02886" w:rsidRDefault="00916BA0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93369">
              <w:rPr>
                <w:sz w:val="20"/>
                <w:szCs w:val="20"/>
              </w:rPr>
              <w:t>1</w:t>
            </w:r>
            <w:r w:rsidR="002248E2">
              <w:rPr>
                <w:sz w:val="20"/>
                <w:szCs w:val="20"/>
              </w:rPr>
              <w:t>.</w:t>
            </w:r>
            <w:r w:rsidR="007B690E" w:rsidRPr="00F02886">
              <w:rPr>
                <w:sz w:val="20"/>
                <w:szCs w:val="20"/>
              </w:rPr>
              <w:t xml:space="preserve"> Przekazanie oferty pracy do wskazanych powiatowych urzędów pracy </w:t>
            </w:r>
            <w:r w:rsidR="009A6569">
              <w:rPr>
                <w:sz w:val="20"/>
                <w:szCs w:val="20"/>
              </w:rPr>
              <w:t xml:space="preserve"> </w:t>
            </w:r>
            <w:r w:rsidR="007B690E" w:rsidRPr="00F02886">
              <w:rPr>
                <w:b/>
                <w:sz w:val="20"/>
                <w:szCs w:val="20"/>
              </w:rPr>
              <w:t>tak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F02886">
              <w:rPr>
                <w:b/>
                <w:sz w:val="20"/>
                <w:szCs w:val="20"/>
              </w:rPr>
              <w:t>/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F02886">
              <w:rPr>
                <w:b/>
                <w:sz w:val="20"/>
                <w:szCs w:val="20"/>
              </w:rPr>
              <w:t>nie</w:t>
            </w:r>
            <w:r w:rsidR="007B690E" w:rsidRPr="00F02886">
              <w:rPr>
                <w:sz w:val="20"/>
                <w:szCs w:val="20"/>
              </w:rPr>
              <w:t>* jeśli tak to jakich……………………………</w:t>
            </w:r>
            <w:r w:rsidR="007B690E">
              <w:rPr>
                <w:sz w:val="20"/>
                <w:szCs w:val="20"/>
              </w:rPr>
              <w:t>…</w:t>
            </w:r>
          </w:p>
        </w:tc>
      </w:tr>
    </w:tbl>
    <w:p w14:paraId="655016FE" w14:textId="77777777" w:rsidR="00407357" w:rsidRDefault="00407357" w:rsidP="004C35F2">
      <w:pPr>
        <w:spacing w:line="276" w:lineRule="auto"/>
        <w:ind w:left="284" w:right="-499"/>
        <w:jc w:val="both"/>
        <w:rPr>
          <w:b/>
          <w:sz w:val="20"/>
          <w:szCs w:val="20"/>
        </w:rPr>
      </w:pPr>
    </w:p>
    <w:p w14:paraId="5739E74E" w14:textId="77777777" w:rsidR="00493369" w:rsidRDefault="00493369" w:rsidP="004C35F2">
      <w:pPr>
        <w:spacing w:line="276" w:lineRule="auto"/>
        <w:ind w:left="284" w:right="-499"/>
        <w:jc w:val="both"/>
        <w:rPr>
          <w:b/>
          <w:sz w:val="20"/>
          <w:szCs w:val="20"/>
        </w:rPr>
      </w:pPr>
    </w:p>
    <w:p w14:paraId="30356616" w14:textId="17B00269" w:rsidR="00493369" w:rsidRPr="00941B9F" w:rsidRDefault="00941B9F" w:rsidP="00941B9F">
      <w:pPr>
        <w:spacing w:line="276" w:lineRule="auto"/>
        <w:ind w:left="284" w:right="-49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*</w:t>
      </w:r>
      <w:r w:rsidRPr="00941B9F">
        <w:rPr>
          <w:b/>
          <w:sz w:val="20"/>
          <w:szCs w:val="20"/>
        </w:rPr>
        <w:t>Niepotrzebne skreślić</w:t>
      </w:r>
    </w:p>
    <w:p w14:paraId="31E0B0CC" w14:textId="77777777" w:rsidR="00493369" w:rsidRDefault="00493369" w:rsidP="004C35F2">
      <w:pPr>
        <w:spacing w:line="276" w:lineRule="auto"/>
        <w:ind w:left="284" w:right="-499"/>
        <w:jc w:val="both"/>
        <w:rPr>
          <w:b/>
          <w:sz w:val="20"/>
          <w:szCs w:val="20"/>
        </w:rPr>
      </w:pPr>
    </w:p>
    <w:p w14:paraId="4819409A" w14:textId="77777777" w:rsidR="00493369" w:rsidRDefault="00493369" w:rsidP="004C35F2">
      <w:pPr>
        <w:spacing w:line="276" w:lineRule="auto"/>
        <w:ind w:left="284" w:right="-499"/>
        <w:jc w:val="both"/>
        <w:rPr>
          <w:b/>
          <w:sz w:val="20"/>
          <w:szCs w:val="20"/>
        </w:rPr>
      </w:pPr>
    </w:p>
    <w:p w14:paraId="23B4E478" w14:textId="77777777" w:rsidR="00493369" w:rsidRDefault="00493369" w:rsidP="004C35F2">
      <w:pPr>
        <w:spacing w:line="276" w:lineRule="auto"/>
        <w:ind w:left="284" w:right="-499"/>
        <w:jc w:val="both"/>
        <w:rPr>
          <w:b/>
          <w:sz w:val="20"/>
          <w:szCs w:val="20"/>
        </w:rPr>
      </w:pPr>
    </w:p>
    <w:p w14:paraId="6F9D6215" w14:textId="07A879AA" w:rsidR="0061479D" w:rsidRPr="00407357" w:rsidRDefault="0061479D" w:rsidP="004C35F2">
      <w:pPr>
        <w:spacing w:line="276" w:lineRule="auto"/>
        <w:ind w:left="284" w:right="-499"/>
        <w:jc w:val="both"/>
        <w:rPr>
          <w:b/>
          <w:sz w:val="20"/>
          <w:szCs w:val="20"/>
        </w:rPr>
      </w:pPr>
      <w:r>
        <w:rPr>
          <w:b/>
          <w:sz w:val="22"/>
          <w:szCs w:val="22"/>
        </w:rPr>
        <w:t>Oświadczenie pracodawcy:</w:t>
      </w:r>
    </w:p>
    <w:p w14:paraId="03C8AD07" w14:textId="77777777" w:rsidR="0061479D" w:rsidRDefault="0061479D" w:rsidP="004C35F2">
      <w:pPr>
        <w:numPr>
          <w:ilvl w:val="0"/>
          <w:numId w:val="4"/>
        </w:numPr>
        <w:spacing w:line="276" w:lineRule="auto"/>
        <w:ind w:left="284" w:right="-499"/>
        <w:jc w:val="both"/>
        <w:rPr>
          <w:sz w:val="22"/>
          <w:szCs w:val="22"/>
        </w:rPr>
      </w:pPr>
      <w:r>
        <w:rPr>
          <w:sz w:val="22"/>
          <w:szCs w:val="22"/>
        </w:rPr>
        <w:t>oferta pracy zgłoszona tylko do PUP w Lesznie/ oferta zgłoszona wczesnej do innego PUP*</w:t>
      </w:r>
    </w:p>
    <w:p w14:paraId="44A2A083" w14:textId="77777777" w:rsidR="0061479D" w:rsidRDefault="0061479D" w:rsidP="004C35F2">
      <w:pPr>
        <w:numPr>
          <w:ilvl w:val="0"/>
          <w:numId w:val="4"/>
        </w:numPr>
        <w:spacing w:line="276" w:lineRule="auto"/>
        <w:ind w:left="284" w:right="-499"/>
        <w:jc w:val="both"/>
        <w:rPr>
          <w:sz w:val="22"/>
          <w:szCs w:val="22"/>
        </w:rPr>
      </w:pPr>
      <w:r>
        <w:rPr>
          <w:sz w:val="22"/>
          <w:szCs w:val="22"/>
        </w:rPr>
        <w:t>w przypadku oferty otwartej wyrażam zgodę na podawanie do publicznej wiadomości informacji umożliwiających identyfikację pracodawcy przez osoby niezarejestrowane w PUP,</w:t>
      </w:r>
    </w:p>
    <w:p w14:paraId="2DF4998F" w14:textId="77777777" w:rsidR="0061479D" w:rsidRDefault="0061479D" w:rsidP="004C35F2">
      <w:pPr>
        <w:numPr>
          <w:ilvl w:val="0"/>
          <w:numId w:val="4"/>
        </w:numPr>
        <w:spacing w:line="276" w:lineRule="auto"/>
        <w:ind w:left="284" w:right="-49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okresie 365 dni przed dniem zgłoszenia oferty pracy  </w:t>
      </w:r>
      <w:r>
        <w:rPr>
          <w:b/>
          <w:sz w:val="22"/>
          <w:szCs w:val="22"/>
        </w:rPr>
        <w:t>zostałem(-</w:t>
      </w:r>
      <w:proofErr w:type="spellStart"/>
      <w:r>
        <w:rPr>
          <w:b/>
          <w:sz w:val="22"/>
          <w:szCs w:val="22"/>
        </w:rPr>
        <w:t>am</w:t>
      </w:r>
      <w:proofErr w:type="spellEnd"/>
      <w:r>
        <w:rPr>
          <w:b/>
          <w:sz w:val="22"/>
          <w:szCs w:val="22"/>
        </w:rPr>
        <w:t>) / nie zostałem(-</w:t>
      </w:r>
      <w:proofErr w:type="spellStart"/>
      <w:r>
        <w:rPr>
          <w:b/>
          <w:sz w:val="22"/>
          <w:szCs w:val="22"/>
        </w:rPr>
        <w:t>am</w:t>
      </w:r>
      <w:proofErr w:type="spellEnd"/>
      <w:r>
        <w:rPr>
          <w:b/>
          <w:sz w:val="22"/>
          <w:szCs w:val="22"/>
        </w:rPr>
        <w:t>)*</w:t>
      </w:r>
      <w:r>
        <w:rPr>
          <w:sz w:val="22"/>
          <w:szCs w:val="22"/>
        </w:rPr>
        <w:t xml:space="preserve"> ukarany(-a) lub skazany(-a) prawomocnym wyrokiem za naruszenie przepisów prawa pracy lub </w:t>
      </w:r>
      <w:r>
        <w:rPr>
          <w:b/>
          <w:sz w:val="22"/>
          <w:szCs w:val="22"/>
        </w:rPr>
        <w:t>jestem / nie jestem</w:t>
      </w:r>
      <w:r>
        <w:rPr>
          <w:sz w:val="22"/>
          <w:szCs w:val="22"/>
        </w:rPr>
        <w:t>* objęty(-a) postępowaniem dotyczącym naruszenia przepisów prawa pracy,</w:t>
      </w:r>
    </w:p>
    <w:p w14:paraId="1BB3BFDE" w14:textId="77777777" w:rsidR="0061479D" w:rsidRDefault="0061479D" w:rsidP="004C35F2">
      <w:pPr>
        <w:numPr>
          <w:ilvl w:val="0"/>
          <w:numId w:val="4"/>
        </w:numPr>
        <w:spacing w:line="276" w:lineRule="auto"/>
        <w:ind w:left="284" w:right="-499"/>
        <w:jc w:val="both"/>
        <w:rPr>
          <w:sz w:val="22"/>
          <w:szCs w:val="22"/>
        </w:rPr>
      </w:pPr>
      <w:r>
        <w:rPr>
          <w:sz w:val="22"/>
          <w:szCs w:val="22"/>
        </w:rPr>
        <w:t>oferta nie zawiera wymagań, które naruszają zasadę równego traktowania w zatrudnieniu w rozumieniu przepisów prawa pracy w szczególności ze względu na płeć, wiek, niepełnosprawność, rasę, religię, narodowość, przekonania polityczne, przynależność związkową, pochodzenie etniczne, wyznanie lub orientację seksualną,</w:t>
      </w:r>
    </w:p>
    <w:p w14:paraId="59D474F9" w14:textId="3A6697EF" w:rsidR="0061479D" w:rsidRDefault="0061479D" w:rsidP="004C35F2">
      <w:pPr>
        <w:numPr>
          <w:ilvl w:val="0"/>
          <w:numId w:val="4"/>
        </w:numPr>
        <w:spacing w:line="276" w:lineRule="auto"/>
        <w:ind w:left="284" w:right="-499"/>
        <w:jc w:val="both"/>
        <w:rPr>
          <w:sz w:val="22"/>
          <w:szCs w:val="22"/>
        </w:rPr>
      </w:pPr>
      <w:r>
        <w:rPr>
          <w:sz w:val="22"/>
          <w:szCs w:val="22"/>
        </w:rPr>
        <w:t>zobowiązuję się do niezwłocznego powiadomienia PUP w przypadku utraty aktualności oferty.</w:t>
      </w:r>
    </w:p>
    <w:p w14:paraId="53DE0E59" w14:textId="268E78AE" w:rsidR="00A3163F" w:rsidRPr="00F12058" w:rsidRDefault="00A3163F" w:rsidP="004C35F2">
      <w:pPr>
        <w:numPr>
          <w:ilvl w:val="0"/>
          <w:numId w:val="4"/>
        </w:numPr>
        <w:spacing w:line="276" w:lineRule="auto"/>
        <w:ind w:left="284" w:right="-499"/>
        <w:jc w:val="both"/>
        <w:rPr>
          <w:sz w:val="22"/>
          <w:szCs w:val="22"/>
        </w:rPr>
      </w:pPr>
      <w:r w:rsidRPr="00F12058">
        <w:rPr>
          <w:sz w:val="22"/>
          <w:szCs w:val="22"/>
        </w:rPr>
        <w:t>zostałem(-</w:t>
      </w:r>
      <w:proofErr w:type="spellStart"/>
      <w:r w:rsidRPr="00F12058">
        <w:rPr>
          <w:sz w:val="22"/>
          <w:szCs w:val="22"/>
        </w:rPr>
        <w:t>am</w:t>
      </w:r>
      <w:proofErr w:type="spellEnd"/>
      <w:r w:rsidRPr="00F12058">
        <w:rPr>
          <w:sz w:val="22"/>
          <w:szCs w:val="22"/>
        </w:rPr>
        <w:t xml:space="preserve">) poinformowany(-a), że dane dotyczące zgłoszonej krajowej oferty pracy są publikowane na stronie internetowej </w:t>
      </w:r>
      <w:proofErr w:type="spellStart"/>
      <w:r w:rsidR="00DD44AD">
        <w:rPr>
          <w:sz w:val="22"/>
          <w:szCs w:val="22"/>
        </w:rPr>
        <w:t>ePraca</w:t>
      </w:r>
      <w:proofErr w:type="spellEnd"/>
      <w:r w:rsidR="00DD44AD">
        <w:rPr>
          <w:sz w:val="22"/>
          <w:szCs w:val="22"/>
        </w:rPr>
        <w:t xml:space="preserve"> (</w:t>
      </w:r>
      <w:r w:rsidR="00DD44AD" w:rsidRPr="00DD44AD">
        <w:rPr>
          <w:sz w:val="22"/>
          <w:szCs w:val="22"/>
        </w:rPr>
        <w:t>https://oferty.praca.gov.pl</w:t>
      </w:r>
      <w:r w:rsidR="00DD44AD">
        <w:rPr>
          <w:sz w:val="22"/>
          <w:szCs w:val="22"/>
        </w:rPr>
        <w:t>)</w:t>
      </w:r>
      <w:r w:rsidR="00F12058" w:rsidRPr="00F12058">
        <w:rPr>
          <w:sz w:val="22"/>
          <w:szCs w:val="22"/>
        </w:rPr>
        <w:t xml:space="preserve"> oraz dostępne w aplikacji</w:t>
      </w:r>
      <w:r w:rsidR="00DD44AD">
        <w:rPr>
          <w:sz w:val="22"/>
          <w:szCs w:val="22"/>
        </w:rPr>
        <w:t xml:space="preserve"> mobilnej</w:t>
      </w:r>
      <w:r w:rsidR="00F12058" w:rsidRPr="00F12058">
        <w:rPr>
          <w:sz w:val="22"/>
          <w:szCs w:val="22"/>
        </w:rPr>
        <w:t xml:space="preserve"> </w:t>
      </w:r>
      <w:proofErr w:type="spellStart"/>
      <w:r w:rsidR="00F12058" w:rsidRPr="00F12058">
        <w:rPr>
          <w:sz w:val="22"/>
          <w:szCs w:val="22"/>
        </w:rPr>
        <w:t>ePraca</w:t>
      </w:r>
      <w:proofErr w:type="spellEnd"/>
      <w:r w:rsidR="00F12058" w:rsidRPr="00F12058">
        <w:rPr>
          <w:sz w:val="22"/>
          <w:szCs w:val="22"/>
        </w:rPr>
        <w:t>, a także mogą zostać rozpowszechnione na innych portalach, które mają zawart</w:t>
      </w:r>
      <w:r w:rsidR="00322719">
        <w:rPr>
          <w:sz w:val="22"/>
          <w:szCs w:val="22"/>
        </w:rPr>
        <w:t>ą</w:t>
      </w:r>
      <w:r w:rsidR="00F12058" w:rsidRPr="00F12058">
        <w:rPr>
          <w:sz w:val="22"/>
          <w:szCs w:val="22"/>
        </w:rPr>
        <w:t xml:space="preserve"> umow</w:t>
      </w:r>
      <w:r w:rsidR="00322719">
        <w:rPr>
          <w:sz w:val="22"/>
          <w:szCs w:val="22"/>
        </w:rPr>
        <w:t>ę</w:t>
      </w:r>
      <w:r w:rsidR="00F12058" w:rsidRPr="00F12058">
        <w:rPr>
          <w:sz w:val="22"/>
          <w:szCs w:val="22"/>
        </w:rPr>
        <w:t xml:space="preserve"> z Ministrem właściwym ds. pracy.</w:t>
      </w:r>
    </w:p>
    <w:p w14:paraId="46985FAE" w14:textId="77777777" w:rsidR="0061479D" w:rsidRDefault="0061479D" w:rsidP="0061479D">
      <w:pPr>
        <w:spacing w:line="276" w:lineRule="auto"/>
        <w:ind w:left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 niepotrzebne skreślić</w:t>
      </w:r>
    </w:p>
    <w:p w14:paraId="67D5D2BA" w14:textId="77777777" w:rsidR="00A817C2" w:rsidRDefault="00293633" w:rsidP="00A817C2">
      <w:pPr>
        <w:spacing w:line="276" w:lineRule="auto"/>
        <w:ind w:left="495"/>
        <w:rPr>
          <w:sz w:val="22"/>
          <w:szCs w:val="22"/>
        </w:rPr>
      </w:pPr>
      <w:r w:rsidRPr="00514274">
        <w:rPr>
          <w:sz w:val="22"/>
          <w:szCs w:val="22"/>
        </w:rPr>
        <w:t xml:space="preserve">                                                   </w:t>
      </w:r>
    </w:p>
    <w:p w14:paraId="6654C883" w14:textId="5159589F" w:rsidR="00A817C2" w:rsidRPr="00FB072E" w:rsidRDefault="00A817C2" w:rsidP="00B877FC">
      <w:pPr>
        <w:ind w:right="-499"/>
        <w:jc w:val="both"/>
        <w:rPr>
          <w:sz w:val="22"/>
          <w:szCs w:val="22"/>
        </w:rPr>
      </w:pPr>
      <w:r w:rsidRPr="00FB072E">
        <w:rPr>
          <w:sz w:val="20"/>
          <w:szCs w:val="20"/>
        </w:rPr>
        <w:t>Oświadczam, że poinformowałem o udostępnieniu danych osobowych osób fizycznych, od których dane osobowe bezpośrednio lub pośrednio pozyskałem w celu złożenia wniosku oraz wypełniłem obowiązek informacyjny przewidziany w art. 13 i 14 Rozporządzenia Parlamentu Europejskiego i Rady (UE) 2016/679 z dnia 27 kwietnia 2016 r. w sprawie ochrony osób fizycznych w związku z</w:t>
      </w:r>
      <w:r w:rsidR="004C35F2">
        <w:rPr>
          <w:sz w:val="20"/>
          <w:szCs w:val="20"/>
        </w:rPr>
        <w:t> </w:t>
      </w:r>
      <w:r w:rsidRPr="00FB072E">
        <w:rPr>
          <w:sz w:val="20"/>
          <w:szCs w:val="20"/>
        </w:rPr>
        <w:t>przetwarzaniem danych osobowych  i w sprawie swobodnego przepływu takich danych oraz uchylenia dyrektywy 95/46/WE (ogólne rozporządzenie o ochronie danych) (Dz. Urz. UE L 119 z 4.05.2016) wobec osób fizycznych, od których dane osobowe bezpośrednio lub pośrednio pozyskałem w celu złożenia oferty.</w:t>
      </w:r>
    </w:p>
    <w:p w14:paraId="77E6A390" w14:textId="77777777" w:rsidR="00A817C2" w:rsidRDefault="00A817C2" w:rsidP="00B877FC">
      <w:pPr>
        <w:ind w:right="-1"/>
        <w:jc w:val="both"/>
        <w:rPr>
          <w:rFonts w:cs="Calibri"/>
          <w:sz w:val="20"/>
          <w:szCs w:val="20"/>
        </w:rPr>
      </w:pPr>
    </w:p>
    <w:p w14:paraId="3230E3A9" w14:textId="77777777" w:rsidR="00B063A4" w:rsidRDefault="00B063A4" w:rsidP="00B877FC">
      <w:pPr>
        <w:ind w:right="-1"/>
        <w:jc w:val="both"/>
      </w:pPr>
    </w:p>
    <w:p w14:paraId="5E4FE051" w14:textId="77777777" w:rsidR="00985C76" w:rsidRPr="00985C76" w:rsidRDefault="00985C76" w:rsidP="00B877FC">
      <w:pPr>
        <w:suppressAutoHyphens/>
        <w:autoSpaceDE w:val="0"/>
        <w:autoSpaceDN w:val="0"/>
        <w:adjustRightInd w:val="0"/>
        <w:jc w:val="center"/>
        <w:rPr>
          <w:b/>
          <w:bCs/>
          <w:kern w:val="1"/>
          <w:sz w:val="20"/>
          <w:szCs w:val="20"/>
        </w:rPr>
      </w:pPr>
      <w:r w:rsidRPr="00985C76">
        <w:rPr>
          <w:b/>
          <w:bCs/>
          <w:kern w:val="1"/>
          <w:sz w:val="20"/>
          <w:szCs w:val="20"/>
        </w:rPr>
        <w:t>Klauzula informacyjna w związku ze zgłoszeniem krajowej oferty pracy</w:t>
      </w:r>
    </w:p>
    <w:p w14:paraId="395D5D44" w14:textId="77777777" w:rsidR="00985C76" w:rsidRPr="00985C76" w:rsidRDefault="00985C76" w:rsidP="00B877FC">
      <w:pPr>
        <w:suppressAutoHyphens/>
        <w:autoSpaceDE w:val="0"/>
        <w:autoSpaceDN w:val="0"/>
        <w:adjustRightInd w:val="0"/>
        <w:jc w:val="both"/>
        <w:rPr>
          <w:kern w:val="1"/>
          <w:sz w:val="20"/>
          <w:szCs w:val="20"/>
        </w:rPr>
      </w:pPr>
    </w:p>
    <w:p w14:paraId="4DCFCB60" w14:textId="77777777" w:rsidR="00985C76" w:rsidRPr="00985C76" w:rsidRDefault="00985C76" w:rsidP="00B877FC">
      <w:pPr>
        <w:suppressAutoHyphens/>
        <w:autoSpaceDE w:val="0"/>
        <w:autoSpaceDN w:val="0"/>
        <w:adjustRightInd w:val="0"/>
        <w:ind w:right="-499"/>
        <w:jc w:val="both"/>
        <w:rPr>
          <w:kern w:val="1"/>
          <w:sz w:val="20"/>
          <w:szCs w:val="20"/>
        </w:rPr>
      </w:pPr>
      <w:r w:rsidRPr="00985C76">
        <w:rPr>
          <w:kern w:val="1"/>
          <w:sz w:val="20"/>
          <w:szCs w:val="20"/>
        </w:rPr>
        <w:t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 4.05.2016) (dalej: Rozporządzenia) informujemy, iż:</w:t>
      </w:r>
    </w:p>
    <w:p w14:paraId="37B9FB44" w14:textId="77777777" w:rsidR="00985C76" w:rsidRPr="00985C76" w:rsidRDefault="00985C76" w:rsidP="00B877FC">
      <w:pPr>
        <w:numPr>
          <w:ilvl w:val="0"/>
          <w:numId w:val="6"/>
        </w:numPr>
        <w:suppressAutoHyphens/>
        <w:autoSpaceDE w:val="0"/>
        <w:autoSpaceDN w:val="0"/>
        <w:adjustRightInd w:val="0"/>
        <w:ind w:left="284" w:right="-499" w:hanging="284"/>
        <w:jc w:val="both"/>
        <w:rPr>
          <w:kern w:val="1"/>
          <w:sz w:val="20"/>
          <w:szCs w:val="20"/>
        </w:rPr>
      </w:pPr>
      <w:r w:rsidRPr="00985C76">
        <w:rPr>
          <w:kern w:val="1"/>
          <w:sz w:val="20"/>
          <w:szCs w:val="20"/>
        </w:rPr>
        <w:t xml:space="preserve">Administratorem danych osobowych (dalej Administrator) jest Powiatowy Urząd Pracy w Lesznie, którego reprezentuje Dyrektor Powiatowego Urząd Pracy w Lesznie z siedzibą przy ul. Śniadeckich 5, 64-100 Leszno, dane kontaktowe: numer telefonu 65 529 50 67, fax 65 529 94 33, adres email: </w:t>
      </w:r>
      <w:hyperlink r:id="rId6" w:history="1">
        <w:r w:rsidRPr="00985C76">
          <w:rPr>
            <w:kern w:val="1"/>
            <w:sz w:val="20"/>
            <w:szCs w:val="20"/>
            <w:u w:color="FF0000"/>
          </w:rPr>
          <w:t>pole@praca.gov.pl</w:t>
        </w:r>
      </w:hyperlink>
    </w:p>
    <w:p w14:paraId="74E92DED" w14:textId="77777777" w:rsidR="00985C76" w:rsidRPr="00985C76" w:rsidRDefault="00985C76" w:rsidP="00B877FC">
      <w:pPr>
        <w:numPr>
          <w:ilvl w:val="0"/>
          <w:numId w:val="6"/>
        </w:numPr>
        <w:suppressAutoHyphens/>
        <w:autoSpaceDE w:val="0"/>
        <w:autoSpaceDN w:val="0"/>
        <w:adjustRightInd w:val="0"/>
        <w:ind w:left="284" w:right="-499" w:hanging="284"/>
        <w:jc w:val="both"/>
        <w:rPr>
          <w:kern w:val="1"/>
          <w:sz w:val="20"/>
          <w:szCs w:val="20"/>
        </w:rPr>
      </w:pPr>
      <w:r w:rsidRPr="00985C76">
        <w:rPr>
          <w:kern w:val="1"/>
          <w:sz w:val="20"/>
          <w:szCs w:val="20"/>
        </w:rPr>
        <w:t>Dane kontaktowe Inspektora ochrony danych: numer telefonu 65 529 94 33, 65 529 50 67, adres email</w:t>
      </w:r>
      <w:r w:rsidRPr="00985C76">
        <w:rPr>
          <w:color w:val="000000" w:themeColor="text1"/>
          <w:kern w:val="1"/>
          <w:sz w:val="20"/>
          <w:szCs w:val="20"/>
        </w:rPr>
        <w:t xml:space="preserve">: </w:t>
      </w:r>
      <w:hyperlink r:id="rId7" w:history="1">
        <w:r w:rsidRPr="00985C76">
          <w:rPr>
            <w:color w:val="000000" w:themeColor="text1"/>
            <w:kern w:val="1"/>
            <w:sz w:val="20"/>
            <w:szCs w:val="20"/>
            <w:u w:color="FF0000"/>
          </w:rPr>
          <w:t>iodo@leszno.praca.gov.pl</w:t>
        </w:r>
      </w:hyperlink>
      <w:r w:rsidRPr="00985C76">
        <w:rPr>
          <w:color w:val="000000" w:themeColor="text1"/>
          <w:kern w:val="1"/>
          <w:sz w:val="20"/>
          <w:szCs w:val="20"/>
          <w:u w:color="FF0000"/>
        </w:rPr>
        <w:t>.</w:t>
      </w:r>
    </w:p>
    <w:p w14:paraId="3093CF37" w14:textId="50317E4A" w:rsidR="00985C76" w:rsidRPr="00985C76" w:rsidRDefault="00985C76" w:rsidP="00B877FC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60" w:line="259" w:lineRule="auto"/>
        <w:ind w:left="284" w:right="-499"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985C76">
        <w:rPr>
          <w:rFonts w:eastAsiaTheme="minorHAnsi"/>
          <w:iCs/>
          <w:sz w:val="20"/>
          <w:szCs w:val="20"/>
          <w:lang w:eastAsia="en-US"/>
        </w:rPr>
        <w:t xml:space="preserve">Pani/Pana dane osobowe przetwarzane będą na podstawie: art. 6 ust 1 lit. c Rozporządzenia w oparciu o art. </w:t>
      </w:r>
      <w:r w:rsidR="00493369">
        <w:rPr>
          <w:rFonts w:eastAsiaTheme="minorHAnsi"/>
          <w:iCs/>
          <w:sz w:val="20"/>
          <w:szCs w:val="20"/>
          <w:lang w:eastAsia="en-US"/>
        </w:rPr>
        <w:t>81</w:t>
      </w:r>
      <w:r w:rsidRPr="00985C76">
        <w:rPr>
          <w:rFonts w:eastAsiaTheme="minorHAnsi"/>
          <w:iCs/>
          <w:sz w:val="20"/>
          <w:szCs w:val="20"/>
          <w:lang w:eastAsia="en-US"/>
        </w:rPr>
        <w:t xml:space="preserve"> ustawy o </w:t>
      </w:r>
      <w:r w:rsidR="00493369">
        <w:rPr>
          <w:rFonts w:eastAsiaTheme="minorHAnsi"/>
          <w:iCs/>
          <w:sz w:val="20"/>
          <w:szCs w:val="20"/>
          <w:lang w:eastAsia="en-US"/>
        </w:rPr>
        <w:t>rynku pracy i</w:t>
      </w:r>
      <w:r w:rsidR="00B877FC">
        <w:rPr>
          <w:rFonts w:eastAsiaTheme="minorHAnsi"/>
          <w:iCs/>
          <w:sz w:val="20"/>
          <w:szCs w:val="20"/>
          <w:lang w:eastAsia="en-US"/>
        </w:rPr>
        <w:t> </w:t>
      </w:r>
      <w:r w:rsidR="00493369">
        <w:rPr>
          <w:rFonts w:eastAsiaTheme="minorHAnsi"/>
          <w:iCs/>
          <w:sz w:val="20"/>
          <w:szCs w:val="20"/>
          <w:lang w:eastAsia="en-US"/>
        </w:rPr>
        <w:t>służbach zatrudnienia</w:t>
      </w:r>
      <w:r w:rsidRPr="00985C76">
        <w:rPr>
          <w:rFonts w:eastAsiaTheme="minorHAnsi"/>
          <w:iCs/>
          <w:sz w:val="20"/>
          <w:szCs w:val="20"/>
          <w:lang w:eastAsia="en-US"/>
        </w:rPr>
        <w:t xml:space="preserve"> (</w:t>
      </w:r>
      <w:r w:rsidR="00493369" w:rsidRPr="00493369">
        <w:rPr>
          <w:rFonts w:eastAsiaTheme="minorHAnsi"/>
          <w:iCs/>
          <w:sz w:val="20"/>
          <w:szCs w:val="20"/>
          <w:lang w:eastAsia="en-US"/>
        </w:rPr>
        <w:t>Dz.U. 2025 poz. 620</w:t>
      </w:r>
      <w:r w:rsidRPr="00985C76">
        <w:rPr>
          <w:rFonts w:eastAsiaTheme="minorHAnsi"/>
          <w:iCs/>
          <w:sz w:val="20"/>
          <w:szCs w:val="20"/>
          <w:lang w:eastAsia="en-US"/>
        </w:rPr>
        <w:t>) oraz aktów wykonawczych</w:t>
      </w:r>
      <w:r w:rsidR="00B877FC">
        <w:rPr>
          <w:rFonts w:eastAsiaTheme="minorHAnsi"/>
          <w:iCs/>
          <w:sz w:val="20"/>
          <w:szCs w:val="20"/>
          <w:lang w:eastAsia="en-US"/>
        </w:rPr>
        <w:t xml:space="preserve">: </w:t>
      </w:r>
      <w:r w:rsidRPr="00985C76">
        <w:rPr>
          <w:rFonts w:eastAsiaTheme="minorHAnsi"/>
          <w:iCs/>
          <w:sz w:val="20"/>
          <w:szCs w:val="20"/>
          <w:lang w:eastAsia="en-US"/>
        </w:rPr>
        <w:t>Rozporządzenia Ministra Pracy i Polityki Społecznej z</w:t>
      </w:r>
      <w:r w:rsidR="00B877FC">
        <w:rPr>
          <w:rFonts w:eastAsiaTheme="minorHAnsi"/>
          <w:iCs/>
          <w:sz w:val="20"/>
          <w:szCs w:val="20"/>
          <w:lang w:eastAsia="en-US"/>
        </w:rPr>
        <w:t> </w:t>
      </w:r>
      <w:r w:rsidRPr="00985C76">
        <w:rPr>
          <w:rFonts w:eastAsiaTheme="minorHAnsi"/>
          <w:iCs/>
          <w:sz w:val="20"/>
          <w:szCs w:val="20"/>
          <w:lang w:eastAsia="en-US"/>
        </w:rPr>
        <w:t>dnia 14.05.2014r. w sprawie szczegółowych warunków realizacji oraz trybu i sposobów prowadzenia usług rynku pracy w celu zgłoszenia krajowej oferty pracy</w:t>
      </w:r>
    </w:p>
    <w:p w14:paraId="31813D09" w14:textId="77777777" w:rsidR="00985C76" w:rsidRPr="00985C76" w:rsidRDefault="00985C76" w:rsidP="00B877FC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59" w:lineRule="auto"/>
        <w:ind w:left="284" w:right="-499" w:hanging="284"/>
        <w:contextualSpacing/>
        <w:jc w:val="both"/>
        <w:rPr>
          <w:sz w:val="20"/>
          <w:szCs w:val="20"/>
        </w:rPr>
      </w:pPr>
      <w:r w:rsidRPr="00985C76">
        <w:rPr>
          <w:sz w:val="20"/>
          <w:szCs w:val="20"/>
          <w:lang w:eastAsia="en-US"/>
        </w:rPr>
        <w:t xml:space="preserve">W związku z przetwarzaniem danych w celu wskazanym w pkt 3, Pani/Pana dane osobowe mogą być udostępniane </w:t>
      </w:r>
      <w:r w:rsidRPr="00985C76">
        <w:rPr>
          <w:rFonts w:eastAsiaTheme="minorHAnsi"/>
          <w:sz w:val="20"/>
          <w:szCs w:val="20"/>
          <w:lang w:eastAsia="en-US"/>
        </w:rPr>
        <w:t>podmiotom uprawnionym na podstawie przepisów prawa, a także przez podmioty, z którymi Administrator zawarł umowy powierzenia przetwarzania danych osobowych.</w:t>
      </w:r>
    </w:p>
    <w:p w14:paraId="59AA59D3" w14:textId="2D1A00C4" w:rsidR="00B877FC" w:rsidRDefault="00985C76" w:rsidP="00B877FC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259" w:lineRule="auto"/>
        <w:ind w:left="284" w:right="-499" w:hanging="284"/>
        <w:contextualSpacing/>
        <w:jc w:val="both"/>
        <w:rPr>
          <w:sz w:val="20"/>
          <w:szCs w:val="20"/>
        </w:rPr>
      </w:pPr>
      <w:r w:rsidRPr="00985C76">
        <w:rPr>
          <w:rFonts w:eastAsiaTheme="minorHAnsi"/>
          <w:sz w:val="20"/>
          <w:szCs w:val="20"/>
          <w:lang w:eastAsia="en-US"/>
        </w:rPr>
        <w:t>Pani/Pana dane osobowe od momentu pozyskania będą przechowywane przez okres wynikający z regulacji prawnych - kategorii archiwalnej dokumentacji, określonej w rzeczowym wykazie akt dostępnym w siedzibie PUP w Lesznie. Kat. B</w:t>
      </w:r>
      <w:r w:rsidR="00DD5048">
        <w:rPr>
          <w:rFonts w:eastAsiaTheme="minorHAnsi"/>
          <w:sz w:val="20"/>
          <w:szCs w:val="20"/>
          <w:lang w:eastAsia="en-US"/>
        </w:rPr>
        <w:t>10</w:t>
      </w:r>
      <w:r w:rsidRPr="00985C76">
        <w:rPr>
          <w:rFonts w:eastAsiaTheme="minorHAnsi"/>
          <w:sz w:val="20"/>
          <w:szCs w:val="20"/>
          <w:lang w:eastAsia="en-US"/>
        </w:rPr>
        <w:t>.</w:t>
      </w:r>
    </w:p>
    <w:p w14:paraId="568EB4EE" w14:textId="1312F76A" w:rsidR="00B877FC" w:rsidRPr="00B877FC" w:rsidRDefault="00B877FC" w:rsidP="00B877FC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259" w:lineRule="auto"/>
        <w:ind w:left="284" w:right="-499" w:hanging="284"/>
        <w:contextualSpacing/>
        <w:jc w:val="both"/>
        <w:rPr>
          <w:sz w:val="20"/>
          <w:szCs w:val="20"/>
        </w:rPr>
      </w:pPr>
      <w:r w:rsidRPr="00B877FC">
        <w:rPr>
          <w:sz w:val="20"/>
          <w:szCs w:val="20"/>
        </w:rPr>
        <w:t xml:space="preserve">W związku z przetwarzaniem przez Administratora Pani/Pana danych osobowych, przysługuje Pani/Panu: </w:t>
      </w:r>
    </w:p>
    <w:p w14:paraId="3BBFF2F1" w14:textId="77777777" w:rsidR="00B877FC" w:rsidRPr="00B877FC" w:rsidRDefault="00B877FC" w:rsidP="00B877FC">
      <w:pPr>
        <w:pStyle w:val="Default"/>
        <w:numPr>
          <w:ilvl w:val="0"/>
          <w:numId w:val="7"/>
        </w:numPr>
        <w:spacing w:after="15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B877FC">
        <w:rPr>
          <w:rFonts w:ascii="Times New Roman" w:hAnsi="Times New Roman" w:cs="Times New Roman"/>
          <w:sz w:val="20"/>
          <w:szCs w:val="20"/>
        </w:rPr>
        <w:t xml:space="preserve">prawo dostępu do treści danych, na podstawie art. 15 Rozporządzenia; </w:t>
      </w:r>
    </w:p>
    <w:p w14:paraId="4DD7D148" w14:textId="77777777" w:rsidR="00B877FC" w:rsidRPr="00B877FC" w:rsidRDefault="00B877FC" w:rsidP="00B877FC">
      <w:pPr>
        <w:pStyle w:val="Default"/>
        <w:numPr>
          <w:ilvl w:val="0"/>
          <w:numId w:val="7"/>
        </w:numPr>
        <w:spacing w:after="15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B877FC">
        <w:rPr>
          <w:rFonts w:ascii="Times New Roman" w:hAnsi="Times New Roman" w:cs="Times New Roman"/>
          <w:sz w:val="20"/>
          <w:szCs w:val="20"/>
        </w:rPr>
        <w:t xml:space="preserve">prawo do żądania sprostowania danych, na podstawie art. 16 Rozporządzenia; </w:t>
      </w:r>
    </w:p>
    <w:p w14:paraId="6B8486CD" w14:textId="77777777" w:rsidR="00B877FC" w:rsidRPr="00B877FC" w:rsidRDefault="00B877FC" w:rsidP="00B877FC">
      <w:pPr>
        <w:pStyle w:val="Default"/>
        <w:numPr>
          <w:ilvl w:val="0"/>
          <w:numId w:val="7"/>
        </w:numPr>
        <w:spacing w:after="15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B877FC">
        <w:rPr>
          <w:rFonts w:ascii="Times New Roman" w:hAnsi="Times New Roman" w:cs="Times New Roman"/>
          <w:sz w:val="20"/>
          <w:szCs w:val="20"/>
        </w:rPr>
        <w:t>prawo do ograniczenia przetwarzania danych, na podstawie art. 18 Rozporządzenia.</w:t>
      </w:r>
    </w:p>
    <w:p w14:paraId="563469E5" w14:textId="77777777" w:rsidR="00B877FC" w:rsidRPr="00B877FC" w:rsidRDefault="00B877FC" w:rsidP="00B877FC">
      <w:pPr>
        <w:pStyle w:val="Default"/>
        <w:spacing w:after="15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877FC">
        <w:rPr>
          <w:rFonts w:ascii="Times New Roman" w:hAnsi="Times New Roman" w:cs="Times New Roman"/>
          <w:sz w:val="20"/>
          <w:szCs w:val="20"/>
        </w:rPr>
        <w:t>Powyższe prawa można zrealizować kierując korespondencję na adres podany w pkt. 1</w:t>
      </w:r>
    </w:p>
    <w:p w14:paraId="33CF671C" w14:textId="77777777" w:rsidR="00B877FC" w:rsidRPr="00B877FC" w:rsidRDefault="00B877FC" w:rsidP="00B877FC">
      <w:pPr>
        <w:pStyle w:val="Default"/>
        <w:numPr>
          <w:ilvl w:val="0"/>
          <w:numId w:val="6"/>
        </w:numPr>
        <w:spacing w:after="15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877FC">
        <w:rPr>
          <w:rFonts w:ascii="Times New Roman" w:hAnsi="Times New Roman" w:cs="Times New Roman"/>
          <w:sz w:val="20"/>
          <w:szCs w:val="20"/>
        </w:rPr>
        <w:t>W związku z przetwarzaniem przez Administratora Pani/Pana danych osobowych w oparciu o art. 6 ust. 1 lit c Rozporządzenia, nie przysługuje Pani/Panu:</w:t>
      </w:r>
    </w:p>
    <w:p w14:paraId="36B36CBF" w14:textId="77777777" w:rsidR="00B877FC" w:rsidRPr="00B877FC" w:rsidRDefault="00B877FC" w:rsidP="00B877FC">
      <w:pPr>
        <w:pStyle w:val="Akapitzlist"/>
        <w:numPr>
          <w:ilvl w:val="0"/>
          <w:numId w:val="10"/>
        </w:numPr>
        <w:spacing w:after="21" w:line="247" w:lineRule="auto"/>
        <w:ind w:left="567" w:right="3" w:hanging="283"/>
        <w:jc w:val="both"/>
        <w:rPr>
          <w:rFonts w:eastAsiaTheme="minorHAnsi"/>
          <w:sz w:val="20"/>
          <w:szCs w:val="20"/>
          <w:lang w:eastAsia="en-US"/>
        </w:rPr>
      </w:pPr>
      <w:r w:rsidRPr="00B877FC">
        <w:rPr>
          <w:rFonts w:eastAsiaTheme="minorHAnsi"/>
          <w:sz w:val="20"/>
          <w:szCs w:val="20"/>
          <w:lang w:eastAsia="en-US"/>
        </w:rPr>
        <w:t xml:space="preserve">prawo do usunięcia danych, na podstawie art. 17 Rozporządzenia; </w:t>
      </w:r>
    </w:p>
    <w:p w14:paraId="1C5FB17B" w14:textId="77777777" w:rsidR="00B877FC" w:rsidRPr="00B877FC" w:rsidRDefault="00B877FC" w:rsidP="00B877FC">
      <w:pPr>
        <w:pStyle w:val="Akapitzlist"/>
        <w:numPr>
          <w:ilvl w:val="0"/>
          <w:numId w:val="10"/>
        </w:numPr>
        <w:spacing w:after="21" w:line="247" w:lineRule="auto"/>
        <w:ind w:left="567" w:right="3" w:hanging="283"/>
        <w:jc w:val="both"/>
        <w:rPr>
          <w:rFonts w:eastAsiaTheme="minorHAnsi"/>
          <w:sz w:val="20"/>
          <w:szCs w:val="20"/>
          <w:lang w:eastAsia="en-US"/>
        </w:rPr>
      </w:pPr>
      <w:r w:rsidRPr="00B877FC">
        <w:rPr>
          <w:rFonts w:eastAsiaTheme="minorHAnsi"/>
          <w:sz w:val="20"/>
          <w:szCs w:val="20"/>
          <w:lang w:eastAsia="en-US"/>
        </w:rPr>
        <w:t>prawo do przenoszenia danych, na podstawie art. 20 Rozporządzenia;</w:t>
      </w:r>
    </w:p>
    <w:p w14:paraId="1E288A36" w14:textId="77777777" w:rsidR="00B877FC" w:rsidRPr="00B877FC" w:rsidRDefault="00B877FC" w:rsidP="00B877FC">
      <w:pPr>
        <w:pStyle w:val="Akapitzlist"/>
        <w:numPr>
          <w:ilvl w:val="0"/>
          <w:numId w:val="10"/>
        </w:numPr>
        <w:spacing w:after="21" w:line="247" w:lineRule="auto"/>
        <w:ind w:left="567" w:right="3" w:hanging="283"/>
        <w:jc w:val="both"/>
        <w:rPr>
          <w:rFonts w:eastAsiaTheme="minorHAnsi"/>
          <w:sz w:val="20"/>
          <w:szCs w:val="20"/>
          <w:lang w:eastAsia="en-US"/>
        </w:rPr>
      </w:pPr>
      <w:r w:rsidRPr="00B877FC">
        <w:rPr>
          <w:rFonts w:eastAsiaTheme="minorHAnsi"/>
          <w:sz w:val="20"/>
          <w:szCs w:val="20"/>
          <w:lang w:eastAsia="en-US"/>
        </w:rPr>
        <w:t>prawo wyrażenia sprzeciwu wobec przetwarzania danych, na podstawie art. 21 Rozporządzenia.</w:t>
      </w:r>
    </w:p>
    <w:p w14:paraId="74641C64" w14:textId="77777777" w:rsidR="00985C76" w:rsidRPr="00985C76" w:rsidRDefault="00985C76" w:rsidP="00B877FC">
      <w:pPr>
        <w:numPr>
          <w:ilvl w:val="0"/>
          <w:numId w:val="6"/>
        </w:numPr>
        <w:suppressAutoHyphens/>
        <w:autoSpaceDE w:val="0"/>
        <w:autoSpaceDN w:val="0"/>
        <w:adjustRightInd w:val="0"/>
        <w:ind w:left="284" w:right="-499" w:hanging="284"/>
        <w:contextualSpacing/>
        <w:jc w:val="both"/>
        <w:rPr>
          <w:sz w:val="20"/>
          <w:szCs w:val="20"/>
        </w:rPr>
      </w:pPr>
      <w:r w:rsidRPr="00985C76">
        <w:rPr>
          <w:sz w:val="20"/>
          <w:szCs w:val="20"/>
        </w:rPr>
        <w:t>W przypadku uznania, że przetwarzanie przez Administratora Pani/Pana danych osobowych narusza przepisy Rozporządzenia, przysługuje Pani/Panu prawo do wniesienia skargi do organu nadzorczego, tj. do Prezesa Urzędu Ochrony Danych Osobowych.</w:t>
      </w:r>
    </w:p>
    <w:p w14:paraId="3FA21640" w14:textId="77777777" w:rsidR="00985C76" w:rsidRPr="00985C76" w:rsidRDefault="00985C76" w:rsidP="00B877FC">
      <w:pPr>
        <w:numPr>
          <w:ilvl w:val="0"/>
          <w:numId w:val="6"/>
        </w:numPr>
        <w:suppressAutoHyphens/>
        <w:autoSpaceDE w:val="0"/>
        <w:autoSpaceDN w:val="0"/>
        <w:adjustRightInd w:val="0"/>
        <w:ind w:left="284" w:right="-499" w:hanging="284"/>
        <w:contextualSpacing/>
        <w:jc w:val="both"/>
        <w:rPr>
          <w:sz w:val="20"/>
          <w:szCs w:val="20"/>
        </w:rPr>
      </w:pPr>
      <w:r w:rsidRPr="00985C76">
        <w:rPr>
          <w:rFonts w:eastAsiaTheme="minorHAnsi"/>
          <w:sz w:val="20"/>
          <w:szCs w:val="20"/>
          <w:lang w:eastAsia="en-US"/>
        </w:rPr>
        <w:t>Podanie danych osobowych jest wymogiem koniecznym niezbędnym do realizacji w/w celu.</w:t>
      </w:r>
    </w:p>
    <w:p w14:paraId="189A9181" w14:textId="77777777" w:rsidR="0061479D" w:rsidRPr="00985C76" w:rsidRDefault="0061479D" w:rsidP="00B877FC">
      <w:pPr>
        <w:spacing w:line="276" w:lineRule="auto"/>
        <w:ind w:right="-499"/>
        <w:rPr>
          <w:sz w:val="20"/>
          <w:szCs w:val="20"/>
        </w:rPr>
      </w:pPr>
    </w:p>
    <w:p w14:paraId="56806351" w14:textId="77777777" w:rsidR="00B063A4" w:rsidRDefault="00B063A4" w:rsidP="003140BB">
      <w:pPr>
        <w:spacing w:line="276" w:lineRule="auto"/>
        <w:ind w:left="495"/>
        <w:rPr>
          <w:sz w:val="22"/>
          <w:szCs w:val="22"/>
        </w:rPr>
      </w:pPr>
    </w:p>
    <w:p w14:paraId="166EFE28" w14:textId="77777777" w:rsidR="00293633" w:rsidRPr="00514274" w:rsidRDefault="00293633" w:rsidP="003140BB">
      <w:pPr>
        <w:spacing w:line="276" w:lineRule="auto"/>
        <w:ind w:left="495"/>
        <w:rPr>
          <w:sz w:val="22"/>
          <w:szCs w:val="22"/>
        </w:rPr>
      </w:pPr>
      <w:r w:rsidRPr="00514274">
        <w:rPr>
          <w:sz w:val="22"/>
          <w:szCs w:val="22"/>
        </w:rPr>
        <w:t xml:space="preserve">                                                                                                </w:t>
      </w:r>
      <w:r w:rsidR="00107899" w:rsidRPr="00514274">
        <w:rPr>
          <w:sz w:val="22"/>
          <w:szCs w:val="22"/>
        </w:rPr>
        <w:tab/>
        <w:t xml:space="preserve">     </w:t>
      </w:r>
      <w:r w:rsidRPr="00514274">
        <w:rPr>
          <w:sz w:val="22"/>
          <w:szCs w:val="22"/>
        </w:rPr>
        <w:t xml:space="preserve"> ………………………………..</w:t>
      </w:r>
    </w:p>
    <w:p w14:paraId="3B19154E" w14:textId="77777777" w:rsidR="00293633" w:rsidRPr="00514274" w:rsidRDefault="00293633" w:rsidP="003140BB">
      <w:pPr>
        <w:spacing w:line="276" w:lineRule="auto"/>
        <w:ind w:left="495"/>
        <w:rPr>
          <w:sz w:val="22"/>
          <w:szCs w:val="22"/>
        </w:rPr>
      </w:pPr>
      <w:r w:rsidRPr="00514274"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="00514274">
        <w:rPr>
          <w:sz w:val="22"/>
          <w:szCs w:val="22"/>
        </w:rPr>
        <w:t xml:space="preserve">      </w:t>
      </w:r>
      <w:r w:rsidRPr="00514274">
        <w:rPr>
          <w:sz w:val="22"/>
          <w:szCs w:val="22"/>
        </w:rPr>
        <w:t xml:space="preserve">    Podpis pracodawcy</w:t>
      </w:r>
    </w:p>
    <w:p w14:paraId="11273747" w14:textId="77777777" w:rsidR="00293633" w:rsidRPr="00E27C52" w:rsidRDefault="00293633" w:rsidP="003140BB">
      <w:pPr>
        <w:spacing w:line="276" w:lineRule="auto"/>
      </w:pPr>
    </w:p>
    <w:sectPr w:rsidR="00293633" w:rsidRPr="00E27C52" w:rsidSect="004C35F2">
      <w:pgSz w:w="11906" w:h="16838"/>
      <w:pgMar w:top="284" w:right="991" w:bottom="284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26461"/>
    <w:multiLevelType w:val="hybridMultilevel"/>
    <w:tmpl w:val="AD2038CA"/>
    <w:lvl w:ilvl="0" w:tplc="8700886A">
      <w:start w:val="1"/>
      <w:numFmt w:val="decimal"/>
      <w:lvlText w:val="%1)"/>
      <w:lvlJc w:val="left"/>
      <w:pPr>
        <w:ind w:left="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 w15:restartNumberingAfterBreak="0">
    <w:nsid w:val="09AB1AE9"/>
    <w:multiLevelType w:val="hybridMultilevel"/>
    <w:tmpl w:val="8F507D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7B27EB0"/>
    <w:multiLevelType w:val="hybridMultilevel"/>
    <w:tmpl w:val="6B0644FA"/>
    <w:lvl w:ilvl="0" w:tplc="376C7784">
      <w:start w:val="3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D0602B9"/>
    <w:multiLevelType w:val="hybridMultilevel"/>
    <w:tmpl w:val="2FFE8048"/>
    <w:lvl w:ilvl="0" w:tplc="638AFDA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9278E"/>
    <w:multiLevelType w:val="hybridMultilevel"/>
    <w:tmpl w:val="C6007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50138"/>
    <w:multiLevelType w:val="hybridMultilevel"/>
    <w:tmpl w:val="E06AC6A6"/>
    <w:lvl w:ilvl="0" w:tplc="0F3A6C0E">
      <w:start w:val="3"/>
      <w:numFmt w:val="bullet"/>
      <w:lvlText w:val=""/>
      <w:lvlJc w:val="left"/>
      <w:pPr>
        <w:ind w:left="85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6" w15:restartNumberingAfterBreak="0">
    <w:nsid w:val="51E921B1"/>
    <w:multiLevelType w:val="hybridMultilevel"/>
    <w:tmpl w:val="6D723FF0"/>
    <w:lvl w:ilvl="0" w:tplc="C7B04A8E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B3494"/>
    <w:multiLevelType w:val="hybridMultilevel"/>
    <w:tmpl w:val="EE5CF87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7F7605"/>
    <w:multiLevelType w:val="hybridMultilevel"/>
    <w:tmpl w:val="B7EC7D66"/>
    <w:lvl w:ilvl="0" w:tplc="0415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93D6F4C"/>
    <w:multiLevelType w:val="hybridMultilevel"/>
    <w:tmpl w:val="A7B66B26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890632">
    <w:abstractNumId w:val="8"/>
  </w:num>
  <w:num w:numId="2" w16cid:durableId="541096100">
    <w:abstractNumId w:val="0"/>
  </w:num>
  <w:num w:numId="3" w16cid:durableId="660156053">
    <w:abstractNumId w:val="5"/>
  </w:num>
  <w:num w:numId="4" w16cid:durableId="9490937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4271382">
    <w:abstractNumId w:val="7"/>
  </w:num>
  <w:num w:numId="6" w16cid:durableId="214662632">
    <w:abstractNumId w:val="4"/>
  </w:num>
  <w:num w:numId="7" w16cid:durableId="1915968040">
    <w:abstractNumId w:val="1"/>
  </w:num>
  <w:num w:numId="8" w16cid:durableId="2115006779">
    <w:abstractNumId w:val="6"/>
  </w:num>
  <w:num w:numId="9" w16cid:durableId="1572737195">
    <w:abstractNumId w:val="9"/>
  </w:num>
  <w:num w:numId="10" w16cid:durableId="847983824">
    <w:abstractNumId w:val="3"/>
  </w:num>
  <w:num w:numId="11" w16cid:durableId="812991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61C"/>
    <w:rsid w:val="000210CC"/>
    <w:rsid w:val="00026FF7"/>
    <w:rsid w:val="00033E74"/>
    <w:rsid w:val="00035271"/>
    <w:rsid w:val="0006488F"/>
    <w:rsid w:val="00067FAD"/>
    <w:rsid w:val="0008261C"/>
    <w:rsid w:val="000B2D9A"/>
    <w:rsid w:val="000C25E1"/>
    <w:rsid w:val="00107899"/>
    <w:rsid w:val="001215EA"/>
    <w:rsid w:val="00124267"/>
    <w:rsid w:val="00141233"/>
    <w:rsid w:val="00173626"/>
    <w:rsid w:val="001F445A"/>
    <w:rsid w:val="00214142"/>
    <w:rsid w:val="002248E2"/>
    <w:rsid w:val="00232C44"/>
    <w:rsid w:val="00286DEB"/>
    <w:rsid w:val="00293633"/>
    <w:rsid w:val="002D646B"/>
    <w:rsid w:val="002F6631"/>
    <w:rsid w:val="003071EB"/>
    <w:rsid w:val="00312B88"/>
    <w:rsid w:val="003140BB"/>
    <w:rsid w:val="00322719"/>
    <w:rsid w:val="00345645"/>
    <w:rsid w:val="003624BB"/>
    <w:rsid w:val="0036347D"/>
    <w:rsid w:val="0036752C"/>
    <w:rsid w:val="003718DA"/>
    <w:rsid w:val="003A2AF0"/>
    <w:rsid w:val="003A3903"/>
    <w:rsid w:val="003A65D0"/>
    <w:rsid w:val="003B4877"/>
    <w:rsid w:val="003C1FB6"/>
    <w:rsid w:val="003F430E"/>
    <w:rsid w:val="00407357"/>
    <w:rsid w:val="004126C8"/>
    <w:rsid w:val="00414077"/>
    <w:rsid w:val="00456508"/>
    <w:rsid w:val="00492BB4"/>
    <w:rsid w:val="00493369"/>
    <w:rsid w:val="0049740A"/>
    <w:rsid w:val="004C35F2"/>
    <w:rsid w:val="004D0CBB"/>
    <w:rsid w:val="004E62DF"/>
    <w:rsid w:val="00503E0E"/>
    <w:rsid w:val="00514274"/>
    <w:rsid w:val="00593128"/>
    <w:rsid w:val="005B3583"/>
    <w:rsid w:val="005C7312"/>
    <w:rsid w:val="005D2E01"/>
    <w:rsid w:val="005E0B26"/>
    <w:rsid w:val="005E3ECC"/>
    <w:rsid w:val="0061479D"/>
    <w:rsid w:val="00625A56"/>
    <w:rsid w:val="00636454"/>
    <w:rsid w:val="00646F04"/>
    <w:rsid w:val="0066717D"/>
    <w:rsid w:val="00667A1B"/>
    <w:rsid w:val="00674D72"/>
    <w:rsid w:val="006751CC"/>
    <w:rsid w:val="006778EC"/>
    <w:rsid w:val="006B113B"/>
    <w:rsid w:val="006C4D9A"/>
    <w:rsid w:val="006D0AE7"/>
    <w:rsid w:val="006F068F"/>
    <w:rsid w:val="00743743"/>
    <w:rsid w:val="00756559"/>
    <w:rsid w:val="00785A7E"/>
    <w:rsid w:val="007902F3"/>
    <w:rsid w:val="00790C00"/>
    <w:rsid w:val="007946E6"/>
    <w:rsid w:val="007A4C6B"/>
    <w:rsid w:val="007B09F9"/>
    <w:rsid w:val="007B690E"/>
    <w:rsid w:val="008042B3"/>
    <w:rsid w:val="008057B7"/>
    <w:rsid w:val="00806EF8"/>
    <w:rsid w:val="00810FBC"/>
    <w:rsid w:val="008111C9"/>
    <w:rsid w:val="00816613"/>
    <w:rsid w:val="00846FD8"/>
    <w:rsid w:val="00852374"/>
    <w:rsid w:val="00866332"/>
    <w:rsid w:val="00866519"/>
    <w:rsid w:val="008816CE"/>
    <w:rsid w:val="008B0F9D"/>
    <w:rsid w:val="008C2AAE"/>
    <w:rsid w:val="008C7E79"/>
    <w:rsid w:val="008D7BA3"/>
    <w:rsid w:val="008F5198"/>
    <w:rsid w:val="00900E56"/>
    <w:rsid w:val="00916BA0"/>
    <w:rsid w:val="00941B9F"/>
    <w:rsid w:val="00944C39"/>
    <w:rsid w:val="009815FD"/>
    <w:rsid w:val="00985C76"/>
    <w:rsid w:val="0099669B"/>
    <w:rsid w:val="009A6569"/>
    <w:rsid w:val="009C62F6"/>
    <w:rsid w:val="009D42E5"/>
    <w:rsid w:val="009F2516"/>
    <w:rsid w:val="00A12C01"/>
    <w:rsid w:val="00A1412A"/>
    <w:rsid w:val="00A24631"/>
    <w:rsid w:val="00A3163F"/>
    <w:rsid w:val="00A338FD"/>
    <w:rsid w:val="00A6728F"/>
    <w:rsid w:val="00A817C2"/>
    <w:rsid w:val="00AE278E"/>
    <w:rsid w:val="00B063A4"/>
    <w:rsid w:val="00B1681B"/>
    <w:rsid w:val="00B1723B"/>
    <w:rsid w:val="00B465EC"/>
    <w:rsid w:val="00B5771B"/>
    <w:rsid w:val="00B63F03"/>
    <w:rsid w:val="00B6542F"/>
    <w:rsid w:val="00B663FA"/>
    <w:rsid w:val="00B83252"/>
    <w:rsid w:val="00B838E1"/>
    <w:rsid w:val="00B877FC"/>
    <w:rsid w:val="00BD2319"/>
    <w:rsid w:val="00BE373F"/>
    <w:rsid w:val="00BE5CBE"/>
    <w:rsid w:val="00C22425"/>
    <w:rsid w:val="00C2676C"/>
    <w:rsid w:val="00C374B4"/>
    <w:rsid w:val="00C37E69"/>
    <w:rsid w:val="00CC2CB5"/>
    <w:rsid w:val="00CF0F9C"/>
    <w:rsid w:val="00D02B5D"/>
    <w:rsid w:val="00D33C97"/>
    <w:rsid w:val="00D351AC"/>
    <w:rsid w:val="00D47908"/>
    <w:rsid w:val="00D56541"/>
    <w:rsid w:val="00DA5F48"/>
    <w:rsid w:val="00DB1ECE"/>
    <w:rsid w:val="00DD44AD"/>
    <w:rsid w:val="00DD5048"/>
    <w:rsid w:val="00E129E6"/>
    <w:rsid w:val="00E27C52"/>
    <w:rsid w:val="00E4043B"/>
    <w:rsid w:val="00E4285F"/>
    <w:rsid w:val="00E52890"/>
    <w:rsid w:val="00E64BBC"/>
    <w:rsid w:val="00E94B9A"/>
    <w:rsid w:val="00E964BB"/>
    <w:rsid w:val="00ED08A2"/>
    <w:rsid w:val="00EE1152"/>
    <w:rsid w:val="00EE18C9"/>
    <w:rsid w:val="00EF1010"/>
    <w:rsid w:val="00EF1F1D"/>
    <w:rsid w:val="00EF3266"/>
    <w:rsid w:val="00F02886"/>
    <w:rsid w:val="00F12058"/>
    <w:rsid w:val="00F3123D"/>
    <w:rsid w:val="00F331BD"/>
    <w:rsid w:val="00F71B67"/>
    <w:rsid w:val="00F75F5E"/>
    <w:rsid w:val="00F8068F"/>
    <w:rsid w:val="00F86E9A"/>
    <w:rsid w:val="00F94858"/>
    <w:rsid w:val="00FB072E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CFC7639"/>
  <w15:chartTrackingRefBased/>
  <w15:docId w15:val="{04F81B01-A698-469F-A302-75211FB3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728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82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8C7E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7E7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063A4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325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129E6"/>
    <w:pPr>
      <w:ind w:left="720"/>
      <w:contextualSpacing/>
    </w:pPr>
  </w:style>
  <w:style w:type="paragraph" w:customStyle="1" w:styleId="Default">
    <w:name w:val="Default"/>
    <w:rsid w:val="00B877F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0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o@leszno.prac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le@prac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194-344A-4867-AA82-47631447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1305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OFERTY PRACY</vt:lpstr>
    </vt:vector>
  </TitlesOfParts>
  <Company/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OFERTY PRACY</dc:title>
  <dc:subject/>
  <dc:creator>pupleszno</dc:creator>
  <cp:keywords/>
  <cp:lastModifiedBy>Zuzanna Kusik</cp:lastModifiedBy>
  <cp:revision>4</cp:revision>
  <cp:lastPrinted>2025-01-08T13:14:00Z</cp:lastPrinted>
  <dcterms:created xsi:type="dcterms:W3CDTF">2025-06-17T10:35:00Z</dcterms:created>
  <dcterms:modified xsi:type="dcterms:W3CDTF">2025-07-07T08:46:00Z</dcterms:modified>
</cp:coreProperties>
</file>