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4AC" w:rsidRDefault="007F0AB5" w:rsidP="003404AC">
      <w:pPr>
        <w:pStyle w:val="Tytu"/>
        <w:ind w:left="-709"/>
      </w:pPr>
      <w:r>
        <w:t xml:space="preserve">           </w:t>
      </w:r>
      <w:r w:rsidR="003404AC">
        <w:t>TABELA  2</w:t>
      </w:r>
    </w:p>
    <w:p w:rsidR="003404AC" w:rsidRDefault="003404AC" w:rsidP="003404AC">
      <w:pPr>
        <w:pStyle w:val="Tytu"/>
        <w:ind w:left="-709"/>
      </w:pPr>
    </w:p>
    <w:p w:rsidR="003404AC" w:rsidRDefault="003404AC" w:rsidP="003404AC">
      <w:pPr>
        <w:pStyle w:val="Tytu"/>
        <w:ind w:left="-709"/>
      </w:pPr>
    </w:p>
    <w:p w:rsidR="003404AC" w:rsidRDefault="003404AC" w:rsidP="003404AC">
      <w:pPr>
        <w:jc w:val="center"/>
        <w:rPr>
          <w:b/>
          <w:sz w:val="24"/>
        </w:rPr>
      </w:pPr>
      <w:r>
        <w:rPr>
          <w:b/>
          <w:sz w:val="24"/>
        </w:rPr>
        <w:t>BILANS BEZROBOTNYCH</w:t>
      </w:r>
    </w:p>
    <w:p w:rsidR="003404AC" w:rsidRDefault="003404AC" w:rsidP="003404AC">
      <w:pPr>
        <w:jc w:val="center"/>
        <w:rPr>
          <w:b/>
          <w:sz w:val="24"/>
        </w:rPr>
      </w:pPr>
    </w:p>
    <w:p w:rsidR="003404AC" w:rsidRDefault="003404AC" w:rsidP="003404AC">
      <w:pPr>
        <w:jc w:val="center"/>
        <w:rPr>
          <w:b/>
          <w:sz w:val="24"/>
        </w:rPr>
      </w:pPr>
    </w:p>
    <w:p w:rsidR="003404AC" w:rsidRDefault="003404AC" w:rsidP="003404AC">
      <w:pPr>
        <w:pStyle w:val="Tyt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708"/>
        <w:gridCol w:w="3686"/>
        <w:gridCol w:w="636"/>
        <w:gridCol w:w="1842"/>
        <w:gridCol w:w="1842"/>
      </w:tblGrid>
      <w:tr w:rsidR="003404AC" w:rsidTr="004F3CA9">
        <w:trPr>
          <w:cantSplit/>
        </w:trPr>
        <w:tc>
          <w:tcPr>
            <w:tcW w:w="5526" w:type="dxa"/>
            <w:gridSpan w:val="4"/>
            <w:vMerge w:val="restart"/>
            <w:shd w:val="pct10" w:color="auto" w:fill="FFFFFF"/>
          </w:tcPr>
          <w:p w:rsidR="003404AC" w:rsidRDefault="003404AC" w:rsidP="004F3CA9">
            <w:pPr>
              <w:pStyle w:val="Tytu"/>
              <w:rPr>
                <w:sz w:val="28"/>
              </w:rPr>
            </w:pPr>
          </w:p>
          <w:p w:rsidR="003404AC" w:rsidRDefault="003404AC" w:rsidP="004F3CA9">
            <w:pPr>
              <w:pStyle w:val="Tytu"/>
              <w:rPr>
                <w:sz w:val="28"/>
              </w:rPr>
            </w:pPr>
            <w:r>
              <w:rPr>
                <w:sz w:val="28"/>
              </w:rPr>
              <w:t>Wyszczególnienie</w:t>
            </w:r>
          </w:p>
        </w:tc>
        <w:tc>
          <w:tcPr>
            <w:tcW w:w="3684" w:type="dxa"/>
            <w:gridSpan w:val="2"/>
            <w:tcBorders>
              <w:bottom w:val="nil"/>
            </w:tcBorders>
            <w:shd w:val="pct10" w:color="auto" w:fill="FFFFFF"/>
          </w:tcPr>
          <w:p w:rsidR="003404AC" w:rsidRDefault="003404AC" w:rsidP="004F3CA9">
            <w:pPr>
              <w:pStyle w:val="Tytu"/>
              <w:rPr>
                <w:sz w:val="28"/>
              </w:rPr>
            </w:pPr>
            <w:r>
              <w:rPr>
                <w:sz w:val="28"/>
              </w:rPr>
              <w:t>Okres</w:t>
            </w:r>
          </w:p>
        </w:tc>
      </w:tr>
      <w:tr w:rsidR="003404AC" w:rsidTr="004F3CA9">
        <w:trPr>
          <w:cantSplit/>
        </w:trPr>
        <w:tc>
          <w:tcPr>
            <w:tcW w:w="5526" w:type="dxa"/>
            <w:gridSpan w:val="4"/>
            <w:vMerge/>
            <w:shd w:val="pct10" w:color="auto" w:fill="FFFFFF"/>
          </w:tcPr>
          <w:p w:rsidR="003404AC" w:rsidRDefault="003404AC" w:rsidP="004F3CA9">
            <w:pPr>
              <w:pStyle w:val="Tytu"/>
            </w:pPr>
          </w:p>
        </w:tc>
        <w:tc>
          <w:tcPr>
            <w:tcW w:w="1842" w:type="dxa"/>
            <w:shd w:val="pct20" w:color="auto" w:fill="FFFFFF"/>
          </w:tcPr>
          <w:p w:rsidR="003404AC" w:rsidRDefault="003404AC" w:rsidP="004F3CA9">
            <w:pPr>
              <w:pStyle w:val="Tytu"/>
            </w:pPr>
            <w:r>
              <w:t xml:space="preserve">01.01.2007 – 31.12.2007  </w:t>
            </w:r>
          </w:p>
        </w:tc>
        <w:tc>
          <w:tcPr>
            <w:tcW w:w="1842" w:type="dxa"/>
            <w:shd w:val="pct20" w:color="auto" w:fill="FFFFFF"/>
          </w:tcPr>
          <w:p w:rsidR="003404AC" w:rsidRDefault="003404AC" w:rsidP="004F3CA9">
            <w:pPr>
              <w:pStyle w:val="Tytu"/>
            </w:pPr>
            <w:r>
              <w:t>01.01.2008 – 31.12.2008</w:t>
            </w:r>
          </w:p>
        </w:tc>
      </w:tr>
      <w:tr w:rsidR="003404AC" w:rsidTr="004F3CA9">
        <w:trPr>
          <w:cantSplit/>
        </w:trPr>
        <w:tc>
          <w:tcPr>
            <w:tcW w:w="4890" w:type="dxa"/>
            <w:gridSpan w:val="3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zarejestrowanych bezrobotnych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4630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4286</w:t>
            </w:r>
          </w:p>
        </w:tc>
      </w:tr>
      <w:tr w:rsidR="003404AC" w:rsidTr="004F3CA9">
        <w:trPr>
          <w:cantSplit/>
        </w:trPr>
        <w:tc>
          <w:tcPr>
            <w:tcW w:w="1204" w:type="dxa"/>
            <w:gridSpan w:val="2"/>
            <w:vMerge w:val="restart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3686" w:type="dxa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raz pierwszy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1327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1145</w:t>
            </w:r>
          </w:p>
        </w:tc>
      </w:tr>
      <w:tr w:rsidR="003404AC" w:rsidTr="004F3CA9">
        <w:trPr>
          <w:cantSplit/>
        </w:trPr>
        <w:tc>
          <w:tcPr>
            <w:tcW w:w="1204" w:type="dxa"/>
            <w:gridSpan w:val="2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raz kolejny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3303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3141</w:t>
            </w:r>
          </w:p>
        </w:tc>
      </w:tr>
      <w:tr w:rsidR="003404AC" w:rsidTr="004F3CA9">
        <w:trPr>
          <w:cantSplit/>
        </w:trPr>
        <w:tc>
          <w:tcPr>
            <w:tcW w:w="1204" w:type="dxa"/>
            <w:gridSpan w:val="2"/>
            <w:vMerge w:val="restart"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w tym</w:t>
            </w:r>
          </w:p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z wiersza 1</w:t>
            </w:r>
          </w:p>
        </w:tc>
        <w:tc>
          <w:tcPr>
            <w:tcW w:w="3686" w:type="dxa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pracach interwencyjnych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33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</w:tr>
      <w:tr w:rsidR="003404AC" w:rsidTr="004F3CA9">
        <w:trPr>
          <w:cantSplit/>
        </w:trPr>
        <w:tc>
          <w:tcPr>
            <w:tcW w:w="1204" w:type="dxa"/>
            <w:gridSpan w:val="2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robotach publicznych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79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91</w:t>
            </w:r>
          </w:p>
        </w:tc>
      </w:tr>
      <w:tr w:rsidR="003404AC" w:rsidTr="004F3CA9">
        <w:trPr>
          <w:cantSplit/>
        </w:trPr>
        <w:tc>
          <w:tcPr>
            <w:tcW w:w="1204" w:type="dxa"/>
            <w:gridSpan w:val="2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stażu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317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277</w:t>
            </w:r>
          </w:p>
        </w:tc>
      </w:tr>
      <w:tr w:rsidR="003404AC" w:rsidTr="004F3CA9">
        <w:trPr>
          <w:cantSplit/>
        </w:trPr>
        <w:tc>
          <w:tcPr>
            <w:tcW w:w="1204" w:type="dxa"/>
            <w:gridSpan w:val="2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odbyciu przygotowania zawodowego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</w:tr>
      <w:tr w:rsidR="003404AC" w:rsidTr="004F3CA9">
        <w:trPr>
          <w:cantSplit/>
        </w:trPr>
        <w:tc>
          <w:tcPr>
            <w:tcW w:w="1204" w:type="dxa"/>
            <w:gridSpan w:val="2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szkoleniu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393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280</w:t>
            </w:r>
          </w:p>
        </w:tc>
      </w:tr>
      <w:tr w:rsidR="003404AC" w:rsidTr="004F3CA9">
        <w:trPr>
          <w:cantSplit/>
        </w:trPr>
        <w:tc>
          <w:tcPr>
            <w:tcW w:w="4890" w:type="dxa"/>
            <w:gridSpan w:val="3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osób wyłączonych z ewidencji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6254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5685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 w:val="restart"/>
            <w:textDirection w:val="btLr"/>
          </w:tcPr>
          <w:p w:rsidR="003404AC" w:rsidRDefault="003404AC" w:rsidP="004F3CA9">
            <w:pPr>
              <w:pStyle w:val="Tytu"/>
              <w:ind w:left="113" w:right="113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4394" w:type="dxa"/>
            <w:gridSpan w:val="2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podjęć pracy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2450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1884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708" w:type="dxa"/>
            <w:vMerge w:val="restart"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3686" w:type="dxa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pracy stałej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2125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1517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708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prac interwencyjnych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99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81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708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robót publicznych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125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137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szkolenia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393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281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stażu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282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235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przygotowania zawodowego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niepotwierdzenia gotowości do pracy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2146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2248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dobrowolnej rezygnacji ze statusu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382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475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podjęcia nauki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ukończenia 60 / 65 lat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nabycia praw emerytalnych lub rentowych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</w:tr>
      <w:tr w:rsidR="003404AC" w:rsidTr="004F3CA9">
        <w:trPr>
          <w:cantSplit/>
        </w:trPr>
        <w:tc>
          <w:tcPr>
            <w:tcW w:w="496" w:type="dxa"/>
            <w:vMerge/>
          </w:tcPr>
          <w:p w:rsidR="003404AC" w:rsidRDefault="003404AC" w:rsidP="004F3CA9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3404AC" w:rsidRDefault="003404AC" w:rsidP="004F3CA9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innych</w:t>
            </w:r>
          </w:p>
        </w:tc>
        <w:tc>
          <w:tcPr>
            <w:tcW w:w="636" w:type="dxa"/>
          </w:tcPr>
          <w:p w:rsidR="003404AC" w:rsidRDefault="003404AC" w:rsidP="004F3CA9">
            <w:pPr>
              <w:pStyle w:val="Tytu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445</w:t>
            </w:r>
          </w:p>
        </w:tc>
        <w:tc>
          <w:tcPr>
            <w:tcW w:w="1842" w:type="dxa"/>
          </w:tcPr>
          <w:p w:rsidR="003404AC" w:rsidRDefault="003404AC" w:rsidP="004F3CA9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448</w:t>
            </w:r>
          </w:p>
        </w:tc>
      </w:tr>
    </w:tbl>
    <w:p w:rsidR="003404AC" w:rsidRDefault="003404AC" w:rsidP="003404AC">
      <w:pPr>
        <w:pStyle w:val="Tytu"/>
        <w:ind w:left="-709"/>
      </w:pPr>
    </w:p>
    <w:p w:rsidR="003404AC" w:rsidRDefault="003404AC" w:rsidP="003404AC">
      <w:pPr>
        <w:pStyle w:val="Tytu"/>
        <w:ind w:left="-709"/>
      </w:pPr>
    </w:p>
    <w:p w:rsidR="003404AC" w:rsidRDefault="003404AC" w:rsidP="003404AC">
      <w:pPr>
        <w:pStyle w:val="Tytu"/>
        <w:ind w:left="-709"/>
      </w:pPr>
    </w:p>
    <w:p w:rsidR="003404AC" w:rsidRDefault="003404AC" w:rsidP="003404AC">
      <w:pPr>
        <w:pStyle w:val="Tytu"/>
        <w:ind w:left="-709"/>
      </w:pPr>
    </w:p>
    <w:p w:rsidR="003404AC" w:rsidRDefault="003404AC" w:rsidP="003404AC">
      <w:pPr>
        <w:pStyle w:val="Tytu"/>
        <w:ind w:left="-709"/>
      </w:pPr>
    </w:p>
    <w:p w:rsidR="003404AC" w:rsidRDefault="003404AC" w:rsidP="003404AC">
      <w:pPr>
        <w:pStyle w:val="Tytu"/>
      </w:pPr>
    </w:p>
    <w:p w:rsidR="003404AC" w:rsidRDefault="003404AC" w:rsidP="003404AC">
      <w:pPr>
        <w:pStyle w:val="Tytu"/>
      </w:pPr>
    </w:p>
    <w:p w:rsidR="003404AC" w:rsidRDefault="003404AC" w:rsidP="003404AC">
      <w:pPr>
        <w:pStyle w:val="Tytu"/>
      </w:pPr>
    </w:p>
    <w:p w:rsidR="003404AC" w:rsidRDefault="003404AC" w:rsidP="003404AC">
      <w:pPr>
        <w:pStyle w:val="Tytu"/>
      </w:pPr>
    </w:p>
    <w:p w:rsidR="003404AC" w:rsidRDefault="003404AC" w:rsidP="003404AC">
      <w:pPr>
        <w:pStyle w:val="Tytu"/>
      </w:pPr>
    </w:p>
    <w:p w:rsidR="003404AC" w:rsidRDefault="003404AC" w:rsidP="003404AC">
      <w:pPr>
        <w:pStyle w:val="Tytu"/>
      </w:pPr>
    </w:p>
    <w:p w:rsidR="003404AC" w:rsidRDefault="003404AC" w:rsidP="003404AC">
      <w:pPr>
        <w:pStyle w:val="Tytu"/>
      </w:pPr>
    </w:p>
    <w:p w:rsidR="003404AC" w:rsidRDefault="003404AC" w:rsidP="003404AC">
      <w:pPr>
        <w:pStyle w:val="Tytu"/>
      </w:pPr>
    </w:p>
    <w:p w:rsidR="003404AC" w:rsidRDefault="003404AC" w:rsidP="003404AC">
      <w:pPr>
        <w:pStyle w:val="Tytu"/>
      </w:pPr>
    </w:p>
    <w:p w:rsidR="003404AC" w:rsidRDefault="003404AC" w:rsidP="003404AC">
      <w:pPr>
        <w:pStyle w:val="Tytu"/>
        <w:jc w:val="left"/>
      </w:pPr>
    </w:p>
    <w:p w:rsidR="003404AC" w:rsidRDefault="003404AC" w:rsidP="003404AC">
      <w:pPr>
        <w:pStyle w:val="Tytu"/>
        <w:jc w:val="left"/>
      </w:pPr>
    </w:p>
    <w:p w:rsidR="003404AC" w:rsidRDefault="003404AC" w:rsidP="003404AC">
      <w:pPr>
        <w:pStyle w:val="Tytu"/>
      </w:pPr>
      <w:r>
        <w:lastRenderedPageBreak/>
        <w:t>TABELA  3</w:t>
      </w:r>
    </w:p>
    <w:p w:rsidR="003404AC" w:rsidRDefault="003404AC" w:rsidP="003404AC">
      <w:pPr>
        <w:jc w:val="center"/>
        <w:rPr>
          <w:b/>
          <w:sz w:val="24"/>
        </w:rPr>
      </w:pPr>
    </w:p>
    <w:p w:rsidR="003404AC" w:rsidRDefault="003404AC" w:rsidP="003404AC">
      <w:pPr>
        <w:jc w:val="center"/>
        <w:rPr>
          <w:b/>
          <w:sz w:val="24"/>
        </w:rPr>
      </w:pPr>
      <w:r>
        <w:rPr>
          <w:b/>
          <w:sz w:val="24"/>
        </w:rPr>
        <w:t>BEZROBOTNI WG WIEKU, POZIOMU WYKSZTAŁCENIA,</w:t>
      </w:r>
    </w:p>
    <w:p w:rsidR="003404AC" w:rsidRDefault="003404AC" w:rsidP="003404AC">
      <w:pPr>
        <w:jc w:val="center"/>
        <w:rPr>
          <w:b/>
          <w:sz w:val="24"/>
        </w:rPr>
      </w:pPr>
      <w:r>
        <w:rPr>
          <w:b/>
          <w:sz w:val="24"/>
        </w:rPr>
        <w:t xml:space="preserve"> CZASU POZOSTAWANIA BEZ PRACY I STAŻU PRACY</w:t>
      </w:r>
    </w:p>
    <w:p w:rsidR="003404AC" w:rsidRDefault="003404AC" w:rsidP="003404AC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2126"/>
        <w:gridCol w:w="1559"/>
        <w:gridCol w:w="1985"/>
        <w:gridCol w:w="1343"/>
      </w:tblGrid>
      <w:tr w:rsidR="003404AC" w:rsidTr="004F3CA9">
        <w:tc>
          <w:tcPr>
            <w:tcW w:w="2197" w:type="dxa"/>
            <w:tcBorders>
              <w:bottom w:val="single" w:sz="4" w:space="0" w:color="auto"/>
            </w:tcBorders>
            <w:shd w:val="pct12" w:color="auto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2" w:color="auto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31.12.2007r.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2" w:color="auto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12" w:color="auto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31.12.2008r.</w:t>
            </w: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pct12" w:color="auto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</w:tr>
      <w:tr w:rsidR="003404AC" w:rsidTr="004F3CA9">
        <w:tc>
          <w:tcPr>
            <w:tcW w:w="2197" w:type="dxa"/>
            <w:tcBorders>
              <w:top w:val="nil"/>
              <w:right w:val="nil"/>
            </w:tcBorders>
            <w:shd w:val="pct25" w:color="000000" w:fill="FFFFFF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</w:p>
          <w:p w:rsidR="003404AC" w:rsidRDefault="003404AC" w:rsidP="004F3CA9">
            <w:pPr>
              <w:pStyle w:val="Nagwek3"/>
            </w:pPr>
            <w:r>
              <w:t>I.    Wiek  w  latach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pct25" w:color="000000" w:fill="FFFFFF"/>
          </w:tcPr>
          <w:p w:rsidR="003404AC" w:rsidRDefault="003404AC" w:rsidP="004F3CA9">
            <w:pPr>
              <w:pStyle w:val="Nagwek1"/>
            </w:pPr>
          </w:p>
          <w:p w:rsidR="003404AC" w:rsidRDefault="003404AC" w:rsidP="004F3CA9">
            <w:pPr>
              <w:pStyle w:val="Nagwek1"/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pct25" w:color="000000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pct25" w:color="000000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</w:tcBorders>
            <w:shd w:val="pct25" w:color="000000" w:fill="FFFFFF"/>
          </w:tcPr>
          <w:p w:rsidR="003404AC" w:rsidRDefault="003404AC" w:rsidP="004F3CA9">
            <w:pPr>
              <w:rPr>
                <w:b/>
                <w:sz w:val="24"/>
              </w:rPr>
            </w:pP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 – 24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518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408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17,4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– 34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922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24,7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580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24,8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 – 44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701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400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17,1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 – 54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1086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29,0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618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26,4</w:t>
            </w:r>
          </w:p>
        </w:tc>
      </w:tr>
      <w:tr w:rsidR="003404AC" w:rsidTr="004F3CA9">
        <w:tc>
          <w:tcPr>
            <w:tcW w:w="2197" w:type="dxa"/>
            <w:tcBorders>
              <w:bottom w:val="nil"/>
            </w:tcBorders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 i powyżej</w:t>
            </w:r>
          </w:p>
        </w:tc>
        <w:tc>
          <w:tcPr>
            <w:tcW w:w="2126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514</w:t>
            </w:r>
          </w:p>
        </w:tc>
        <w:tc>
          <w:tcPr>
            <w:tcW w:w="1559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13,7</w:t>
            </w:r>
          </w:p>
        </w:tc>
        <w:tc>
          <w:tcPr>
            <w:tcW w:w="1985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336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14,3</w:t>
            </w:r>
          </w:p>
        </w:tc>
      </w:tr>
      <w:tr w:rsidR="003404AC" w:rsidTr="004F3CA9">
        <w:tc>
          <w:tcPr>
            <w:tcW w:w="2197" w:type="dxa"/>
            <w:tcBorders>
              <w:right w:val="nil"/>
            </w:tcBorders>
            <w:shd w:val="pct25" w:color="000000" w:fill="FFFFFF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</w:p>
          <w:p w:rsidR="003404AC" w:rsidRDefault="003404AC" w:rsidP="004F3CA9">
            <w:pPr>
              <w:pStyle w:val="Nagwek3"/>
            </w:pPr>
            <w:r>
              <w:t>II.    Wykształcenie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pct25" w:color="000000" w:fill="FFFFFF"/>
          </w:tcPr>
          <w:p w:rsidR="003404AC" w:rsidRDefault="003404AC" w:rsidP="004F3CA9">
            <w:pPr>
              <w:pStyle w:val="Nagwek2"/>
              <w:numPr>
                <w:ilvl w:val="0"/>
                <w:numId w:val="0"/>
              </w:numPr>
            </w:pPr>
          </w:p>
          <w:p w:rsidR="003404AC" w:rsidRDefault="003404AC" w:rsidP="004F3CA9">
            <w:pPr>
              <w:pStyle w:val="Nagwek2"/>
              <w:numPr>
                <w:ilvl w:val="0"/>
                <w:numId w:val="0"/>
              </w:num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pct25" w:color="000000" w:fill="FFFFFF"/>
          </w:tcPr>
          <w:p w:rsidR="003404AC" w:rsidRDefault="003404AC" w:rsidP="004F3CA9">
            <w:pPr>
              <w:pStyle w:val="Nagwek3"/>
            </w:pPr>
          </w:p>
          <w:p w:rsidR="003404AC" w:rsidRDefault="003404AC" w:rsidP="004F3CA9">
            <w:pPr>
              <w:pStyle w:val="Nagwek3"/>
              <w:jc w:val="center"/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pct25" w:color="000000" w:fill="FFFFFF"/>
          </w:tcPr>
          <w:p w:rsidR="003404AC" w:rsidRDefault="003404AC" w:rsidP="004F3CA9">
            <w:pPr>
              <w:rPr>
                <w:b/>
                <w:sz w:val="24"/>
              </w:rPr>
            </w:pPr>
          </w:p>
          <w:p w:rsidR="003404AC" w:rsidRDefault="003404AC" w:rsidP="004F3CA9">
            <w:pPr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left w:val="nil"/>
            </w:tcBorders>
            <w:shd w:val="pct25" w:color="000000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Wyższe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227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9,7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Policealne </w:t>
            </w:r>
          </w:p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średnie zawodowe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806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21,6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527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22,5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Średnie ogólnokszt.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342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9,1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238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Zasadnicze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1025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27,4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582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24,8</w:t>
            </w:r>
          </w:p>
        </w:tc>
      </w:tr>
      <w:tr w:rsidR="003404AC" w:rsidTr="004F3CA9">
        <w:tc>
          <w:tcPr>
            <w:tcW w:w="2197" w:type="dxa"/>
            <w:tcBorders>
              <w:bottom w:val="nil"/>
            </w:tcBorders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Gimnazjalne</w:t>
            </w:r>
          </w:p>
        </w:tc>
        <w:tc>
          <w:tcPr>
            <w:tcW w:w="2126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1324</w:t>
            </w:r>
          </w:p>
        </w:tc>
        <w:tc>
          <w:tcPr>
            <w:tcW w:w="1559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35,4</w:t>
            </w:r>
          </w:p>
        </w:tc>
        <w:tc>
          <w:tcPr>
            <w:tcW w:w="1985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768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32,8</w:t>
            </w:r>
          </w:p>
        </w:tc>
      </w:tr>
      <w:tr w:rsidR="003404AC" w:rsidTr="004F3CA9">
        <w:tc>
          <w:tcPr>
            <w:tcW w:w="2197" w:type="dxa"/>
            <w:tcBorders>
              <w:right w:val="nil"/>
            </w:tcBorders>
            <w:shd w:val="pct25" w:color="000000" w:fill="FFFFFF"/>
          </w:tcPr>
          <w:p w:rsidR="003404AC" w:rsidRDefault="003404AC" w:rsidP="004F3CA9">
            <w:pPr>
              <w:jc w:val="center"/>
              <w:rPr>
                <w:sz w:val="24"/>
              </w:rPr>
            </w:pPr>
          </w:p>
          <w:p w:rsidR="003404AC" w:rsidRDefault="003404AC" w:rsidP="004F3CA9">
            <w:pPr>
              <w:pStyle w:val="Nagwek3"/>
            </w:pPr>
            <w:r>
              <w:t>III.    Według czasu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pct25" w:color="000000" w:fill="FFFFFF"/>
          </w:tcPr>
          <w:p w:rsidR="003404AC" w:rsidRDefault="003404AC" w:rsidP="004F3CA9">
            <w:pPr>
              <w:jc w:val="center"/>
              <w:rPr>
                <w:sz w:val="24"/>
              </w:rPr>
            </w:pPr>
          </w:p>
          <w:p w:rsidR="003404AC" w:rsidRDefault="003404AC" w:rsidP="004F3CA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pozostawania  bez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pct25" w:color="000000" w:fill="FFFFFF"/>
          </w:tcPr>
          <w:p w:rsidR="003404AC" w:rsidRDefault="003404AC" w:rsidP="004F3CA9">
            <w:pPr>
              <w:jc w:val="center"/>
              <w:rPr>
                <w:sz w:val="24"/>
              </w:rPr>
            </w:pPr>
          </w:p>
          <w:p w:rsidR="003404AC" w:rsidRDefault="003404AC" w:rsidP="004F3CA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pracy</w:t>
            </w:r>
          </w:p>
        </w:tc>
        <w:tc>
          <w:tcPr>
            <w:tcW w:w="1985" w:type="dxa"/>
            <w:tcBorders>
              <w:left w:val="nil"/>
              <w:right w:val="nil"/>
            </w:tcBorders>
            <w:shd w:val="pct25" w:color="000000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  <w:p w:rsidR="003404AC" w:rsidRDefault="003404AC" w:rsidP="004F3CA9">
            <w:pPr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left w:val="nil"/>
            </w:tcBorders>
            <w:shd w:val="pct25" w:color="000000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 1 miesiąca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254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6,8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243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10,4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3 miesięcy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632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16,9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625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26,7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6 miesięcy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557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14,9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459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19,6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12 miesięcy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570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15,2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351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15,0</w:t>
            </w:r>
          </w:p>
        </w:tc>
      </w:tr>
      <w:tr w:rsidR="003404AC" w:rsidTr="004F3CA9">
        <w:tc>
          <w:tcPr>
            <w:tcW w:w="2197" w:type="dxa"/>
            <w:tcBorders>
              <w:bottom w:val="nil"/>
            </w:tcBorders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Pow. 12 miesięcy</w:t>
            </w:r>
          </w:p>
        </w:tc>
        <w:tc>
          <w:tcPr>
            <w:tcW w:w="2126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1728</w:t>
            </w:r>
          </w:p>
        </w:tc>
        <w:tc>
          <w:tcPr>
            <w:tcW w:w="1559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46,2</w:t>
            </w:r>
          </w:p>
        </w:tc>
        <w:tc>
          <w:tcPr>
            <w:tcW w:w="1985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664</w:t>
            </w:r>
          </w:p>
        </w:tc>
        <w:tc>
          <w:tcPr>
            <w:tcW w:w="1343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28,3</w:t>
            </w:r>
          </w:p>
        </w:tc>
      </w:tr>
      <w:tr w:rsidR="003404AC" w:rsidTr="004F3CA9">
        <w:tc>
          <w:tcPr>
            <w:tcW w:w="2197" w:type="dxa"/>
            <w:tcBorders>
              <w:bottom w:val="single" w:sz="4" w:space="0" w:color="auto"/>
              <w:right w:val="nil"/>
            </w:tcBorders>
            <w:shd w:val="pct30" w:color="auto" w:fill="FFFFFF"/>
          </w:tcPr>
          <w:p w:rsidR="003404AC" w:rsidRDefault="003404AC" w:rsidP="004F3CA9">
            <w:pPr>
              <w:rPr>
                <w:b/>
                <w:sz w:val="24"/>
              </w:rPr>
            </w:pPr>
          </w:p>
          <w:p w:rsidR="003404AC" w:rsidRDefault="003404AC" w:rsidP="004F3CA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IV.     Według stażu 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pct30" w:color="auto" w:fill="FFFFFF"/>
          </w:tcPr>
          <w:p w:rsidR="003404AC" w:rsidRDefault="003404AC" w:rsidP="004F3CA9">
            <w:pPr>
              <w:jc w:val="center"/>
              <w:rPr>
                <w:sz w:val="24"/>
              </w:rPr>
            </w:pPr>
          </w:p>
          <w:p w:rsidR="003404AC" w:rsidRDefault="003404AC" w:rsidP="004F3CA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Pracy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pct30" w:color="auto" w:fill="FFFFFF"/>
          </w:tcPr>
          <w:p w:rsidR="003404AC" w:rsidRDefault="003404AC" w:rsidP="004F3CA9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pct30" w:color="auto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left w:val="nil"/>
              <w:bottom w:val="nil"/>
            </w:tcBorders>
            <w:shd w:val="pct30" w:color="auto" w:fill="FFFFFF"/>
          </w:tcPr>
          <w:p w:rsidR="003404AC" w:rsidRDefault="003404AC" w:rsidP="004F3CA9">
            <w:pPr>
              <w:rPr>
                <w:b/>
                <w:sz w:val="24"/>
              </w:rPr>
            </w:pPr>
          </w:p>
        </w:tc>
      </w:tr>
      <w:tr w:rsidR="003404AC" w:rsidTr="004F3CA9">
        <w:tc>
          <w:tcPr>
            <w:tcW w:w="2197" w:type="dxa"/>
            <w:tcBorders>
              <w:top w:val="nil"/>
            </w:tcBorders>
          </w:tcPr>
          <w:p w:rsidR="003404AC" w:rsidRDefault="003404AC" w:rsidP="004F3CA9">
            <w:pPr>
              <w:pStyle w:val="Nagwek5"/>
            </w:pPr>
            <w:r>
              <w:t>Do 1 roku</w:t>
            </w:r>
          </w:p>
        </w:tc>
        <w:tc>
          <w:tcPr>
            <w:tcW w:w="2126" w:type="dxa"/>
            <w:tcBorders>
              <w:top w:val="nil"/>
            </w:tcBorders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447</w:t>
            </w:r>
          </w:p>
        </w:tc>
        <w:tc>
          <w:tcPr>
            <w:tcW w:w="1559" w:type="dxa"/>
            <w:tcBorders>
              <w:top w:val="nil"/>
            </w:tcBorders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11,9</w:t>
            </w:r>
          </w:p>
        </w:tc>
        <w:tc>
          <w:tcPr>
            <w:tcW w:w="1985" w:type="dxa"/>
            <w:tcBorders>
              <w:top w:val="nil"/>
            </w:tcBorders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304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13,0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16,2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396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16,9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10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546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14,6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348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14,8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20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732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421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18,0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– 30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541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14,5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339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14,5</w:t>
            </w:r>
          </w:p>
        </w:tc>
      </w:tr>
      <w:tr w:rsidR="003404AC" w:rsidTr="004F3CA9">
        <w:tc>
          <w:tcPr>
            <w:tcW w:w="2197" w:type="dxa"/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 lat i więcej</w:t>
            </w:r>
          </w:p>
        </w:tc>
        <w:tc>
          <w:tcPr>
            <w:tcW w:w="2126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1559" w:type="dxa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985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92</w:t>
            </w:r>
          </w:p>
        </w:tc>
        <w:tc>
          <w:tcPr>
            <w:tcW w:w="1343" w:type="dxa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3,9</w:t>
            </w:r>
          </w:p>
        </w:tc>
      </w:tr>
      <w:tr w:rsidR="003404AC" w:rsidTr="004F3CA9">
        <w:tc>
          <w:tcPr>
            <w:tcW w:w="2197" w:type="dxa"/>
            <w:tcBorders>
              <w:bottom w:val="nil"/>
            </w:tcBorders>
          </w:tcPr>
          <w:p w:rsidR="003404AC" w:rsidRDefault="003404AC" w:rsidP="004F3C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Bez stażu</w:t>
            </w:r>
          </w:p>
        </w:tc>
        <w:tc>
          <w:tcPr>
            <w:tcW w:w="2126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690</w:t>
            </w:r>
          </w:p>
        </w:tc>
        <w:tc>
          <w:tcPr>
            <w:tcW w:w="1559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18,4</w:t>
            </w:r>
          </w:p>
        </w:tc>
        <w:tc>
          <w:tcPr>
            <w:tcW w:w="1985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442</w:t>
            </w:r>
          </w:p>
        </w:tc>
        <w:tc>
          <w:tcPr>
            <w:tcW w:w="1343" w:type="dxa"/>
            <w:tcBorders>
              <w:bottom w:val="nil"/>
            </w:tcBorders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18,9</w:t>
            </w:r>
          </w:p>
        </w:tc>
      </w:tr>
      <w:tr w:rsidR="003404AC" w:rsidTr="004F3CA9">
        <w:tc>
          <w:tcPr>
            <w:tcW w:w="2197" w:type="dxa"/>
            <w:shd w:val="pct12" w:color="auto" w:fill="FFFFFF"/>
          </w:tcPr>
          <w:p w:rsidR="003404AC" w:rsidRDefault="003404AC" w:rsidP="004F3CA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Ogół bezrobotnych</w:t>
            </w:r>
          </w:p>
        </w:tc>
        <w:tc>
          <w:tcPr>
            <w:tcW w:w="2126" w:type="dxa"/>
            <w:shd w:val="pct12" w:color="auto" w:fill="FFFFFF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3741</w:t>
            </w:r>
          </w:p>
        </w:tc>
        <w:tc>
          <w:tcPr>
            <w:tcW w:w="1559" w:type="dxa"/>
            <w:shd w:val="pct12" w:color="auto" w:fill="FFFFFF"/>
          </w:tcPr>
          <w:p w:rsidR="003404AC" w:rsidRDefault="003404AC" w:rsidP="004F3CA9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985" w:type="dxa"/>
            <w:shd w:val="pct12" w:color="auto" w:fill="FFFFFF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2342</w:t>
            </w:r>
          </w:p>
        </w:tc>
        <w:tc>
          <w:tcPr>
            <w:tcW w:w="1343" w:type="dxa"/>
            <w:shd w:val="pct12" w:color="auto" w:fill="FFFFFF"/>
          </w:tcPr>
          <w:p w:rsidR="003404AC" w:rsidRDefault="003404AC" w:rsidP="004F3C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</w:tr>
    </w:tbl>
    <w:p w:rsidR="003404AC" w:rsidRDefault="003404AC" w:rsidP="003404AC">
      <w:pPr>
        <w:jc w:val="center"/>
        <w:rPr>
          <w:sz w:val="24"/>
        </w:rPr>
      </w:pPr>
    </w:p>
    <w:p w:rsidR="003404AC" w:rsidRDefault="003404AC" w:rsidP="003404AC">
      <w:pPr>
        <w:pStyle w:val="Tytu"/>
      </w:pPr>
      <w:r>
        <w:br w:type="page"/>
      </w:r>
    </w:p>
    <w:p w:rsidR="006A2FD9" w:rsidRDefault="006A2FD9" w:rsidP="006A2FD9">
      <w:pPr>
        <w:pStyle w:val="Tytu"/>
      </w:pPr>
      <w:r>
        <w:lastRenderedPageBreak/>
        <w:t>TABELA  4</w:t>
      </w:r>
    </w:p>
    <w:p w:rsidR="006A2FD9" w:rsidRDefault="006A2FD9" w:rsidP="006A2FD9">
      <w:pPr>
        <w:pStyle w:val="Tytu"/>
      </w:pPr>
    </w:p>
    <w:p w:rsidR="006A2FD9" w:rsidRDefault="006A2FD9" w:rsidP="006A2FD9">
      <w:pPr>
        <w:jc w:val="center"/>
        <w:rPr>
          <w:b/>
          <w:sz w:val="24"/>
        </w:rPr>
      </w:pPr>
    </w:p>
    <w:p w:rsidR="006A2FD9" w:rsidRDefault="006A2FD9" w:rsidP="006A2FD9">
      <w:pPr>
        <w:jc w:val="center"/>
        <w:rPr>
          <w:b/>
          <w:sz w:val="24"/>
        </w:rPr>
      </w:pPr>
      <w:r>
        <w:rPr>
          <w:b/>
          <w:sz w:val="24"/>
        </w:rPr>
        <w:t xml:space="preserve">ANALIZA EFEKTYWNOŚCI BEZROBOTNYCH SKIEROWANYCH </w:t>
      </w:r>
    </w:p>
    <w:p w:rsidR="006A2FD9" w:rsidRDefault="006A2FD9" w:rsidP="006A2FD9">
      <w:pPr>
        <w:jc w:val="center"/>
        <w:rPr>
          <w:b/>
          <w:sz w:val="24"/>
        </w:rPr>
      </w:pPr>
      <w:r>
        <w:rPr>
          <w:b/>
          <w:sz w:val="24"/>
        </w:rPr>
        <w:t xml:space="preserve">NA PRZYUCZENIE DO ZAWODU LUB PRZEKWALIFIKOWANIE </w:t>
      </w:r>
    </w:p>
    <w:p w:rsidR="006A2FD9" w:rsidRDefault="006A2FD9" w:rsidP="006A2FD9">
      <w:pPr>
        <w:jc w:val="center"/>
        <w:rPr>
          <w:b/>
          <w:sz w:val="24"/>
        </w:rPr>
      </w:pPr>
      <w:r>
        <w:rPr>
          <w:b/>
          <w:sz w:val="24"/>
        </w:rPr>
        <w:t>W  2008  ROKU</w:t>
      </w:r>
    </w:p>
    <w:p w:rsidR="006A2FD9" w:rsidRDefault="006A2FD9" w:rsidP="006A2FD9">
      <w:pPr>
        <w:jc w:val="center"/>
        <w:rPr>
          <w:b/>
          <w:sz w:val="24"/>
        </w:rPr>
      </w:pPr>
    </w:p>
    <w:p w:rsidR="006A2FD9" w:rsidRDefault="006A2FD9" w:rsidP="006A2FD9">
      <w:pPr>
        <w:jc w:val="center"/>
        <w:rPr>
          <w:b/>
          <w:sz w:val="24"/>
        </w:rPr>
      </w:pPr>
    </w:p>
    <w:p w:rsidR="006A2FD9" w:rsidRDefault="006A2FD9" w:rsidP="006A2FD9">
      <w:pPr>
        <w:jc w:val="center"/>
        <w:rPr>
          <w:b/>
          <w:sz w:val="24"/>
        </w:rPr>
      </w:pPr>
    </w:p>
    <w:p w:rsidR="006A2FD9" w:rsidRDefault="006A2FD9" w:rsidP="006A2FD9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2977"/>
        <w:gridCol w:w="1417"/>
        <w:gridCol w:w="1418"/>
        <w:gridCol w:w="2619"/>
      </w:tblGrid>
      <w:tr w:rsidR="006A2FD9" w:rsidTr="00884988">
        <w:tc>
          <w:tcPr>
            <w:tcW w:w="779" w:type="dxa"/>
            <w:shd w:val="pct25" w:color="000000" w:fill="FFFFFF"/>
          </w:tcPr>
          <w:p w:rsidR="006A2FD9" w:rsidRDefault="006A2FD9" w:rsidP="00884988">
            <w:pPr>
              <w:jc w:val="center"/>
              <w:rPr>
                <w:b/>
                <w:sz w:val="24"/>
              </w:rPr>
            </w:pPr>
          </w:p>
          <w:p w:rsidR="006A2FD9" w:rsidRDefault="006A2FD9" w:rsidP="008849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2977" w:type="dxa"/>
            <w:shd w:val="pct25" w:color="000000" w:fill="FFFFFF"/>
          </w:tcPr>
          <w:p w:rsidR="006A2FD9" w:rsidRDefault="006A2FD9" w:rsidP="00884988">
            <w:pPr>
              <w:jc w:val="center"/>
              <w:rPr>
                <w:b/>
                <w:sz w:val="24"/>
              </w:rPr>
            </w:pPr>
          </w:p>
          <w:p w:rsidR="006A2FD9" w:rsidRDefault="006A2FD9" w:rsidP="008849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1417" w:type="dxa"/>
            <w:shd w:val="pct25" w:color="000000" w:fill="FFFFFF"/>
          </w:tcPr>
          <w:p w:rsidR="006A2FD9" w:rsidRDefault="006A2FD9" w:rsidP="00884988">
            <w:pPr>
              <w:jc w:val="center"/>
              <w:rPr>
                <w:b/>
                <w:sz w:val="24"/>
              </w:rPr>
            </w:pPr>
          </w:p>
          <w:p w:rsidR="006A2FD9" w:rsidRDefault="006A2FD9" w:rsidP="008849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Jednostka</w:t>
            </w:r>
          </w:p>
          <w:p w:rsidR="006A2FD9" w:rsidRDefault="006A2FD9" w:rsidP="008849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miary</w:t>
            </w:r>
          </w:p>
        </w:tc>
        <w:tc>
          <w:tcPr>
            <w:tcW w:w="1418" w:type="dxa"/>
            <w:shd w:val="pct25" w:color="000000" w:fill="FFFFFF"/>
          </w:tcPr>
          <w:p w:rsidR="006A2FD9" w:rsidRDefault="006A2FD9" w:rsidP="00884988">
            <w:pPr>
              <w:rPr>
                <w:b/>
                <w:sz w:val="24"/>
              </w:rPr>
            </w:pPr>
          </w:p>
          <w:p w:rsidR="006A2FD9" w:rsidRDefault="006A2FD9" w:rsidP="008849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2008r.</w:t>
            </w:r>
          </w:p>
        </w:tc>
        <w:tc>
          <w:tcPr>
            <w:tcW w:w="2619" w:type="dxa"/>
            <w:shd w:val="pct25" w:color="000000" w:fill="FFFFFF"/>
          </w:tcPr>
          <w:p w:rsidR="006A2FD9" w:rsidRDefault="006A2FD9" w:rsidP="00884988">
            <w:pPr>
              <w:jc w:val="center"/>
              <w:rPr>
                <w:b/>
                <w:sz w:val="24"/>
              </w:rPr>
            </w:pPr>
          </w:p>
          <w:p w:rsidR="006A2FD9" w:rsidRDefault="006A2FD9" w:rsidP="008849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Uwagi</w:t>
            </w:r>
          </w:p>
        </w:tc>
      </w:tr>
      <w:tr w:rsidR="006A2FD9" w:rsidTr="00884988">
        <w:tc>
          <w:tcPr>
            <w:tcW w:w="779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6A2FD9" w:rsidRDefault="006A2FD9" w:rsidP="00884988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</w:tcPr>
          <w:p w:rsidR="006A2FD9" w:rsidRDefault="006A2FD9" w:rsidP="00884988">
            <w:pPr>
              <w:rPr>
                <w:sz w:val="24"/>
              </w:rPr>
            </w:pPr>
          </w:p>
          <w:p w:rsidR="006A2FD9" w:rsidRDefault="006A2FD9" w:rsidP="00884988">
            <w:pPr>
              <w:rPr>
                <w:sz w:val="24"/>
              </w:rPr>
            </w:pPr>
            <w:r>
              <w:rPr>
                <w:sz w:val="24"/>
              </w:rPr>
              <w:t>Liczba osób skierowanych na przyuczenie do zawodu lub przekwalifikowanie</w:t>
            </w:r>
          </w:p>
        </w:tc>
        <w:tc>
          <w:tcPr>
            <w:tcW w:w="1417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281</w:t>
            </w:r>
          </w:p>
        </w:tc>
        <w:tc>
          <w:tcPr>
            <w:tcW w:w="2619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(w tym 56 osoby </w:t>
            </w: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w ramach kursów indywidualnych za uprawdopodobnieniem zatrudnienia)</w:t>
            </w:r>
          </w:p>
        </w:tc>
      </w:tr>
      <w:tr w:rsidR="006A2FD9" w:rsidTr="00884988">
        <w:tc>
          <w:tcPr>
            <w:tcW w:w="779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7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Liczba osób, które ukończyły przyuczenie do zawodu lub przekwalifikowanie –ogółem</w:t>
            </w:r>
          </w:p>
        </w:tc>
        <w:tc>
          <w:tcPr>
            <w:tcW w:w="1417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268</w:t>
            </w:r>
          </w:p>
        </w:tc>
        <w:tc>
          <w:tcPr>
            <w:tcW w:w="2619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2FD9" w:rsidTr="00884988">
        <w:tc>
          <w:tcPr>
            <w:tcW w:w="779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7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Przeciętny, miesięczny koszt szkolenia jednego bezrobotnego</w:t>
            </w:r>
          </w:p>
        </w:tc>
        <w:tc>
          <w:tcPr>
            <w:tcW w:w="1417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tys. zł.</w:t>
            </w:r>
          </w:p>
        </w:tc>
        <w:tc>
          <w:tcPr>
            <w:tcW w:w="1418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2.257,-</w:t>
            </w:r>
          </w:p>
        </w:tc>
        <w:tc>
          <w:tcPr>
            <w:tcW w:w="2619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2FD9" w:rsidTr="00884988">
        <w:tc>
          <w:tcPr>
            <w:tcW w:w="779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77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Liczba bezrobotnych, którzy po zakończeniu przyuczenia do zawodu lub przekwalifik. podjęli pracę</w:t>
            </w:r>
          </w:p>
        </w:tc>
        <w:tc>
          <w:tcPr>
            <w:tcW w:w="1417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619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2FD9" w:rsidTr="00884988">
        <w:tc>
          <w:tcPr>
            <w:tcW w:w="779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77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Udział bezrobotnych, którzy uzyskali zatrudnienie w stosunku do przekwalifikowanych</w:t>
            </w:r>
          </w:p>
        </w:tc>
        <w:tc>
          <w:tcPr>
            <w:tcW w:w="1417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418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31,34</w:t>
            </w:r>
          </w:p>
        </w:tc>
        <w:tc>
          <w:tcPr>
            <w:tcW w:w="2619" w:type="dxa"/>
          </w:tcPr>
          <w:p w:rsidR="006A2FD9" w:rsidRDefault="006A2FD9" w:rsidP="00884988">
            <w:pPr>
              <w:jc w:val="center"/>
              <w:rPr>
                <w:sz w:val="24"/>
              </w:rPr>
            </w:pPr>
          </w:p>
          <w:p w:rsidR="006A2FD9" w:rsidRDefault="006A2FD9" w:rsidP="008849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6A2FD9" w:rsidRDefault="006A2FD9" w:rsidP="006A2FD9">
      <w:pPr>
        <w:jc w:val="center"/>
        <w:rPr>
          <w:b/>
          <w:sz w:val="24"/>
        </w:rPr>
      </w:pPr>
    </w:p>
    <w:p w:rsidR="006A2FD9" w:rsidRDefault="006A2FD9" w:rsidP="006A2FD9">
      <w:pPr>
        <w:rPr>
          <w:b/>
          <w:sz w:val="24"/>
        </w:rPr>
      </w:pPr>
    </w:p>
    <w:p w:rsidR="006A2FD9" w:rsidRDefault="006A2FD9" w:rsidP="006A2FD9">
      <w:pPr>
        <w:rPr>
          <w:b/>
          <w:sz w:val="24"/>
        </w:rPr>
      </w:pPr>
    </w:p>
    <w:p w:rsidR="00D139A8" w:rsidRDefault="006A2FD9" w:rsidP="006A2FD9">
      <w:pPr>
        <w:pStyle w:val="Tytu"/>
        <w:rPr>
          <w:b w:val="0"/>
        </w:rPr>
      </w:pPr>
      <w:r>
        <w:t xml:space="preserve"> </w:t>
      </w: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7F0AB5" w:rsidRDefault="007F0AB5">
      <w:pPr>
        <w:pStyle w:val="Tytu"/>
      </w:pPr>
    </w:p>
    <w:p w:rsidR="00D139A8" w:rsidRDefault="00AA2F8F">
      <w:pPr>
        <w:pStyle w:val="Tytu"/>
      </w:pPr>
      <w:r>
        <w:lastRenderedPageBreak/>
        <w:t>TABELA   5</w:t>
      </w:r>
    </w:p>
    <w:p w:rsidR="00D139A8" w:rsidRDefault="00D139A8">
      <w:pPr>
        <w:rPr>
          <w:b/>
          <w:sz w:val="24"/>
        </w:rPr>
      </w:pP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t>POZIOM I STRUKTURA WYDATKÓW Z FUNDUSZU PRACY</w:t>
      </w:r>
    </w:p>
    <w:p w:rsidR="00D139A8" w:rsidRDefault="00D139A8">
      <w:pPr>
        <w:jc w:val="center"/>
        <w:rPr>
          <w:b/>
          <w:sz w:val="24"/>
        </w:rPr>
      </w:pPr>
    </w:p>
    <w:p w:rsidR="00D139A8" w:rsidRDefault="000F710F">
      <w:pPr>
        <w:jc w:val="center"/>
        <w:rPr>
          <w:b/>
          <w:sz w:val="24"/>
        </w:rPr>
      </w:pPr>
      <w:r>
        <w:rPr>
          <w:b/>
          <w:sz w:val="24"/>
        </w:rPr>
        <w:t>W OKRESIE OD 01.01.2008r. DO 31.12</w:t>
      </w:r>
      <w:r w:rsidR="006A073B">
        <w:rPr>
          <w:b/>
          <w:sz w:val="24"/>
        </w:rPr>
        <w:t>.2008</w:t>
      </w:r>
      <w:r w:rsidR="00AA2F8F">
        <w:rPr>
          <w:b/>
          <w:sz w:val="24"/>
        </w:rPr>
        <w:t>r.</w:t>
      </w:r>
    </w:p>
    <w:p w:rsidR="00D139A8" w:rsidRDefault="00D139A8">
      <w:pPr>
        <w:spacing w:line="360" w:lineRule="auto"/>
        <w:rPr>
          <w:b/>
          <w:sz w:val="24"/>
        </w:rPr>
      </w:pPr>
    </w:p>
    <w:p w:rsidR="00D139A8" w:rsidRDefault="00D139A8">
      <w:pPr>
        <w:spacing w:line="36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4677"/>
        <w:gridCol w:w="3470"/>
      </w:tblGrid>
      <w:tr w:rsidR="00D139A8">
        <w:tc>
          <w:tcPr>
            <w:tcW w:w="1063" w:type="dxa"/>
            <w:shd w:val="pct25" w:color="000000" w:fill="FFFFFF"/>
          </w:tcPr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677" w:type="dxa"/>
            <w:shd w:val="pct25" w:color="000000" w:fill="FFFFFF"/>
          </w:tcPr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3470" w:type="dxa"/>
            <w:shd w:val="pct25" w:color="000000" w:fill="FFFFFF"/>
          </w:tcPr>
          <w:p w:rsidR="00D139A8" w:rsidRDefault="00AA2F8F">
            <w:pPr>
              <w:pStyle w:val="Nagwek1"/>
              <w:spacing w:line="360" w:lineRule="auto"/>
              <w:jc w:val="center"/>
            </w:pPr>
            <w:r>
              <w:t>Wykonanie</w:t>
            </w:r>
          </w:p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Od 01.01.2008</w:t>
            </w:r>
            <w:r w:rsidR="00AA2F8F">
              <w:rPr>
                <w:b/>
              </w:rPr>
              <w:t>r.</w:t>
            </w:r>
          </w:p>
          <w:p w:rsidR="00D139A8" w:rsidRDefault="000F71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Do 31.12</w:t>
            </w:r>
            <w:r w:rsidR="006A073B">
              <w:rPr>
                <w:b/>
              </w:rPr>
              <w:t>.2008</w:t>
            </w:r>
            <w:r w:rsidR="00AA2F8F">
              <w:rPr>
                <w:b/>
              </w:rPr>
              <w:t>r.</w:t>
            </w:r>
          </w:p>
          <w:p w:rsidR="00D139A8" w:rsidRDefault="00AA2F8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 w zł.  )</w:t>
            </w:r>
          </w:p>
        </w:tc>
      </w:tr>
      <w:tr w:rsidR="00D139A8">
        <w:trPr>
          <w:cantSplit/>
          <w:trHeight w:val="248"/>
        </w:trPr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Zasiłki dla bezrobotnych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3.595.553</w:t>
            </w:r>
            <w:r w:rsidR="00AA2F8F">
              <w:rPr>
                <w:b/>
              </w:rPr>
              <w:t xml:space="preserve"> </w:t>
            </w:r>
          </w:p>
        </w:tc>
      </w:tr>
      <w:tr w:rsidR="00D139A8">
        <w:trPr>
          <w:cantSplit/>
          <w:trHeight w:val="228"/>
        </w:trPr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Stypendia za okres nauki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AA2F8F">
              <w:rPr>
                <w:b/>
              </w:rPr>
              <w:t>.</w:t>
            </w:r>
            <w:r>
              <w:rPr>
                <w:b/>
              </w:rPr>
              <w:t>374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Dodatki aktywizacyjne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81.197</w:t>
            </w:r>
            <w:r w:rsidR="00AA2F8F">
              <w:rPr>
                <w:b/>
              </w:rPr>
              <w:t xml:space="preserve"> 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 xml:space="preserve">Szkolenia i przekwalifikowania 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634</w:t>
            </w:r>
            <w:r w:rsidR="006A073B">
              <w:rPr>
                <w:b/>
              </w:rPr>
              <w:t>.2</w:t>
            </w:r>
            <w:r>
              <w:rPr>
                <w:b/>
              </w:rPr>
              <w:t>44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Prace interwencyjne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463.516</w:t>
            </w:r>
            <w:r w:rsidR="00AA2F8F">
              <w:rPr>
                <w:b/>
              </w:rPr>
              <w:t xml:space="preserve"> 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6.</w:t>
            </w:r>
          </w:p>
        </w:tc>
        <w:tc>
          <w:tcPr>
            <w:tcW w:w="4677" w:type="dxa"/>
          </w:tcPr>
          <w:p w:rsidR="00D139A8" w:rsidRDefault="00AA2F8F">
            <w:pPr>
              <w:pStyle w:val="Nagwek4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Środki na podjęcie działalności gospodarczej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1.496.487</w:t>
            </w:r>
            <w:r w:rsidR="00AA2F8F">
              <w:rPr>
                <w:b/>
              </w:rPr>
              <w:t xml:space="preserve"> 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7.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Roboty publiczne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952.195</w:t>
            </w:r>
            <w:r w:rsidR="00AA2F8F">
              <w:rPr>
                <w:b/>
              </w:rPr>
              <w:t xml:space="preserve"> 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8.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Stypendia stażowe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1.567.976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9.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Stypendia za przygotowanie zawodowe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48.354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10.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Wyposażenie i doposażenie stanowisk pracy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477.406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11.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Prace społecznie użyteczne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26.034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12.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Składka KRUS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795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13.</w:t>
            </w:r>
          </w:p>
        </w:tc>
        <w:tc>
          <w:tcPr>
            <w:tcW w:w="4677" w:type="dxa"/>
          </w:tcPr>
          <w:p w:rsidR="00D139A8" w:rsidRDefault="000F710F">
            <w:pPr>
              <w:spacing w:line="360" w:lineRule="auto"/>
            </w:pPr>
            <w:r>
              <w:t>Refundacje dodatków do wynagrodzeń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33.313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14.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rady zatrudnienia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14.350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15.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informacji zawodowej i poradnictwa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16.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informacji o usługach i partnerach rynku pracy</w:t>
            </w:r>
            <w:r w:rsidR="000F710F">
              <w:t xml:space="preserve"> oraz opracow. i rozpowsz. </w:t>
            </w:r>
            <w:r w:rsidR="006808AE">
              <w:t>mat.</w:t>
            </w:r>
            <w:r w:rsidR="000F710F">
              <w:t xml:space="preserve"> inform. szkolen.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22.291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17.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systemu informatycznego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107.279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18.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wyposażenia i działalności klubu pracy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19.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szkolenia kadr służb zatrudnienia</w:t>
            </w:r>
          </w:p>
        </w:tc>
        <w:tc>
          <w:tcPr>
            <w:tcW w:w="3470" w:type="dxa"/>
          </w:tcPr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80.902</w:t>
            </w:r>
          </w:p>
        </w:tc>
      </w:tr>
      <w:tr w:rsidR="00D139A8">
        <w:tc>
          <w:tcPr>
            <w:tcW w:w="1063" w:type="dxa"/>
          </w:tcPr>
          <w:p w:rsidR="00D139A8" w:rsidRDefault="00D139A8">
            <w:pPr>
              <w:spacing w:line="360" w:lineRule="auto"/>
              <w:jc w:val="center"/>
            </w:pPr>
          </w:p>
          <w:p w:rsidR="00D139A8" w:rsidRDefault="00AA2F8F">
            <w:pPr>
              <w:spacing w:line="360" w:lineRule="auto"/>
              <w:jc w:val="center"/>
            </w:pPr>
            <w:r>
              <w:t>20.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 xml:space="preserve">Pozostałe wydatki </w:t>
            </w:r>
          </w:p>
          <w:p w:rsidR="00D139A8" w:rsidRDefault="00AA2F8F">
            <w:pPr>
              <w:spacing w:line="360" w:lineRule="auto"/>
            </w:pPr>
            <w:r>
              <w:rPr>
                <w:i/>
              </w:rPr>
              <w:t>(koszty wezwań i zawiadomień, prowizja bankowa, usługi pocztowe i telekomunikacyjne, obsługa rachunku bankowego, zasiłki i świadczenia przedemerytalne, druki i formularze, refundacje dodatków do wynagrodzeń itp.)</w:t>
            </w:r>
          </w:p>
        </w:tc>
        <w:tc>
          <w:tcPr>
            <w:tcW w:w="3470" w:type="dxa"/>
          </w:tcPr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87.055</w:t>
            </w:r>
          </w:p>
        </w:tc>
      </w:tr>
      <w:tr w:rsidR="00D139A8">
        <w:tc>
          <w:tcPr>
            <w:tcW w:w="1063" w:type="dxa"/>
          </w:tcPr>
          <w:p w:rsidR="00D139A8" w:rsidRDefault="00D139A8">
            <w:pPr>
              <w:spacing w:line="360" w:lineRule="auto"/>
              <w:jc w:val="center"/>
            </w:pPr>
          </w:p>
          <w:p w:rsidR="00D139A8" w:rsidRDefault="00D139A8">
            <w:pPr>
              <w:spacing w:line="360" w:lineRule="auto"/>
            </w:pPr>
          </w:p>
        </w:tc>
        <w:tc>
          <w:tcPr>
            <w:tcW w:w="4677" w:type="dxa"/>
          </w:tcPr>
          <w:p w:rsidR="00D139A8" w:rsidRDefault="00D139A8">
            <w:pPr>
              <w:spacing w:line="360" w:lineRule="auto"/>
            </w:pPr>
          </w:p>
          <w:p w:rsidR="00D139A8" w:rsidRDefault="00AA2F8F">
            <w:pPr>
              <w:pStyle w:val="Nagwek3"/>
              <w:spacing w:line="360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RAZEM</w:t>
            </w:r>
          </w:p>
        </w:tc>
        <w:tc>
          <w:tcPr>
            <w:tcW w:w="3470" w:type="dxa"/>
          </w:tcPr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6808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9.695.321</w:t>
            </w:r>
          </w:p>
        </w:tc>
      </w:tr>
    </w:tbl>
    <w:p w:rsidR="00D139A8" w:rsidRDefault="00D139A8"/>
    <w:p w:rsidR="00D139A8" w:rsidRDefault="00D139A8"/>
    <w:p w:rsidR="00D139A8" w:rsidRDefault="00D139A8">
      <w:pPr>
        <w:sectPr w:rsidR="00D139A8">
          <w:pgSz w:w="11906" w:h="16838"/>
          <w:pgMar w:top="1417" w:right="1417" w:bottom="1417" w:left="1417" w:header="708" w:footer="708" w:gutter="0"/>
          <w:cols w:space="708"/>
        </w:sectPr>
      </w:pP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TABELA  6</w:t>
      </w:r>
    </w:p>
    <w:p w:rsidR="00D139A8" w:rsidRDefault="00D139A8">
      <w:pPr>
        <w:spacing w:line="360" w:lineRule="auto"/>
        <w:jc w:val="center"/>
        <w:rPr>
          <w:b/>
          <w:sz w:val="24"/>
        </w:rPr>
      </w:pPr>
    </w:p>
    <w:p w:rsidR="00D139A8" w:rsidRDefault="00AA2F8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LIMITY I WYDATKOWANIE ŚRODKÓW Z FUNDUSZU PRACY</w:t>
      </w:r>
    </w:p>
    <w:p w:rsidR="00D139A8" w:rsidRDefault="00AA2F8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NA AKTYWNE FORMY PRZECIWDZIAŁANIA</w:t>
      </w:r>
      <w:r w:rsidR="006A073B">
        <w:rPr>
          <w:b/>
          <w:sz w:val="24"/>
        </w:rPr>
        <w:t xml:space="preserve"> BEZR</w:t>
      </w:r>
      <w:r w:rsidR="007E3F10">
        <w:rPr>
          <w:b/>
          <w:sz w:val="24"/>
        </w:rPr>
        <w:t>OBOCIU W OKRESIE 01.01.2008 – 31.12</w:t>
      </w:r>
      <w:r w:rsidR="006A073B">
        <w:rPr>
          <w:b/>
          <w:sz w:val="24"/>
        </w:rPr>
        <w:t>.2008</w:t>
      </w:r>
    </w:p>
    <w:p w:rsidR="00D139A8" w:rsidRDefault="00D139A8">
      <w:pPr>
        <w:jc w:val="center"/>
        <w:rPr>
          <w:b/>
        </w:rPr>
      </w:pPr>
    </w:p>
    <w:p w:rsidR="00D139A8" w:rsidRDefault="00D139A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6"/>
        <w:gridCol w:w="1695"/>
        <w:gridCol w:w="1276"/>
        <w:gridCol w:w="1275"/>
        <w:gridCol w:w="1134"/>
        <w:gridCol w:w="1418"/>
        <w:gridCol w:w="1417"/>
        <w:gridCol w:w="1560"/>
        <w:gridCol w:w="1275"/>
        <w:gridCol w:w="1560"/>
      </w:tblGrid>
      <w:tr w:rsidR="00D139A8" w:rsidTr="009F482B">
        <w:trPr>
          <w:cantSplit/>
        </w:trPr>
        <w:tc>
          <w:tcPr>
            <w:tcW w:w="354" w:type="dxa"/>
            <w:vMerge w:val="restart"/>
            <w:shd w:val="pct10" w:color="auto" w:fill="FFFFFF"/>
          </w:tcPr>
          <w:p w:rsidR="00D139A8" w:rsidRDefault="00D139A8">
            <w:pPr>
              <w:ind w:right="-738"/>
              <w:rPr>
                <w:b/>
              </w:rPr>
            </w:pPr>
          </w:p>
          <w:p w:rsidR="00D139A8" w:rsidRDefault="00AA2F8F">
            <w:pPr>
              <w:ind w:right="-738"/>
            </w:pPr>
            <w:r>
              <w:rPr>
                <w:b/>
              </w:rPr>
              <w:t>Lp</w:t>
            </w:r>
          </w:p>
        </w:tc>
        <w:tc>
          <w:tcPr>
            <w:tcW w:w="1701" w:type="dxa"/>
            <w:gridSpan w:val="2"/>
            <w:vMerge w:val="restart"/>
            <w:shd w:val="pct10" w:color="auto" w:fill="FFFFFF"/>
          </w:tcPr>
          <w:p w:rsidR="00D139A8" w:rsidRDefault="00D139A8">
            <w:pPr>
              <w:ind w:right="-738"/>
            </w:pPr>
          </w:p>
          <w:p w:rsidR="00D139A8" w:rsidRDefault="00AA2F8F">
            <w:pPr>
              <w:pStyle w:val="Nagwek6"/>
              <w:spacing w:line="240" w:lineRule="auto"/>
            </w:pPr>
            <w:r>
              <w:t>Wyszczególnienie</w:t>
            </w:r>
          </w:p>
        </w:tc>
        <w:tc>
          <w:tcPr>
            <w:tcW w:w="5103" w:type="dxa"/>
            <w:gridSpan w:val="4"/>
            <w:tcBorders>
              <w:bottom w:val="nil"/>
            </w:tcBorders>
            <w:shd w:val="pct10" w:color="auto" w:fill="FFFFFF"/>
          </w:tcPr>
          <w:p w:rsidR="00D139A8" w:rsidRDefault="007100D2" w:rsidP="007100D2">
            <w:pPr>
              <w:pStyle w:val="Nagwek8"/>
              <w:spacing w:line="240" w:lineRule="auto"/>
              <w:jc w:val="left"/>
            </w:pPr>
            <w:r>
              <w:t xml:space="preserve">    </w:t>
            </w:r>
            <w:r w:rsidR="00AA2F8F">
              <w:t>Limitowane programy przeciwdziałania bezrobociu</w:t>
            </w:r>
          </w:p>
          <w:p w:rsidR="00D139A8" w:rsidRDefault="007100D2" w:rsidP="007100D2">
            <w:pPr>
              <w:rPr>
                <w:i/>
              </w:rPr>
            </w:pPr>
            <w:r>
              <w:rPr>
                <w:i/>
              </w:rPr>
              <w:t xml:space="preserve">                                      </w:t>
            </w:r>
            <w:r w:rsidR="00AA2F8F">
              <w:rPr>
                <w:i/>
              </w:rPr>
              <w:t>( w zł. )</w:t>
            </w:r>
          </w:p>
        </w:tc>
        <w:tc>
          <w:tcPr>
            <w:tcW w:w="5812" w:type="dxa"/>
            <w:gridSpan w:val="4"/>
            <w:tcBorders>
              <w:bottom w:val="nil"/>
            </w:tcBorders>
            <w:shd w:val="pct10" w:color="auto" w:fill="FFFFFF"/>
          </w:tcPr>
          <w:p w:rsidR="00D139A8" w:rsidRDefault="00AA2F8F">
            <w:pPr>
              <w:pStyle w:val="Nagwek6"/>
              <w:spacing w:line="240" w:lineRule="auto"/>
            </w:pPr>
            <w:r>
              <w:t xml:space="preserve">   Wykorzystanie</w:t>
            </w:r>
            <w:r w:rsidR="006A073B">
              <w:t xml:space="preserve"> środków w o</w:t>
            </w:r>
            <w:r w:rsidR="007E3F10">
              <w:t>kresie od 01.01.2008 do 31.12</w:t>
            </w:r>
            <w:r w:rsidR="006A073B">
              <w:t>.2008</w:t>
            </w:r>
          </w:p>
          <w:p w:rsidR="00D139A8" w:rsidRDefault="00AA2F8F">
            <w:pPr>
              <w:jc w:val="center"/>
              <w:rPr>
                <w:i/>
              </w:rPr>
            </w:pPr>
            <w:r>
              <w:rPr>
                <w:i/>
              </w:rPr>
              <w:t>( w zł. )</w:t>
            </w:r>
          </w:p>
        </w:tc>
      </w:tr>
      <w:tr w:rsidR="009F482B" w:rsidTr="009F482B">
        <w:trPr>
          <w:cantSplit/>
        </w:trPr>
        <w:tc>
          <w:tcPr>
            <w:tcW w:w="354" w:type="dxa"/>
            <w:vMerge/>
            <w:shd w:val="pct10" w:color="auto" w:fill="FFFFFF"/>
          </w:tcPr>
          <w:p w:rsidR="009F482B" w:rsidRDefault="009F482B">
            <w:pPr>
              <w:ind w:right="-738"/>
              <w:jc w:val="center"/>
            </w:pPr>
          </w:p>
        </w:tc>
        <w:tc>
          <w:tcPr>
            <w:tcW w:w="1701" w:type="dxa"/>
            <w:gridSpan w:val="2"/>
            <w:vMerge/>
            <w:shd w:val="pct10" w:color="auto" w:fill="FFFFFF"/>
          </w:tcPr>
          <w:p w:rsidR="009F482B" w:rsidRDefault="009F482B">
            <w:pPr>
              <w:ind w:right="-738"/>
              <w:jc w:val="center"/>
            </w:pPr>
          </w:p>
        </w:tc>
        <w:tc>
          <w:tcPr>
            <w:tcW w:w="1276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Ogółem</w:t>
            </w:r>
          </w:p>
        </w:tc>
        <w:tc>
          <w:tcPr>
            <w:tcW w:w="1275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Algorytm</w:t>
            </w:r>
          </w:p>
        </w:tc>
        <w:tc>
          <w:tcPr>
            <w:tcW w:w="1134" w:type="dxa"/>
            <w:shd w:val="pct20" w:color="auto" w:fill="FFFFFF"/>
          </w:tcPr>
          <w:p w:rsidR="009F482B" w:rsidRDefault="009F482B">
            <w:pPr>
              <w:ind w:right="-738"/>
            </w:pPr>
            <w:r>
              <w:rPr>
                <w:sz w:val="18"/>
              </w:rPr>
              <w:t>Mazowsze</w:t>
            </w:r>
          </w:p>
        </w:tc>
        <w:tc>
          <w:tcPr>
            <w:tcW w:w="1418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EFS 6.1.3</w:t>
            </w:r>
          </w:p>
          <w:p w:rsidR="009F482B" w:rsidRDefault="009F482B">
            <w:pPr>
              <w:ind w:right="-738"/>
            </w:pPr>
          </w:p>
        </w:tc>
        <w:tc>
          <w:tcPr>
            <w:tcW w:w="1417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Ogółem</w:t>
            </w:r>
          </w:p>
        </w:tc>
        <w:tc>
          <w:tcPr>
            <w:tcW w:w="1560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Algorytm</w:t>
            </w:r>
          </w:p>
        </w:tc>
        <w:tc>
          <w:tcPr>
            <w:tcW w:w="1275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Mazowsze</w:t>
            </w:r>
          </w:p>
        </w:tc>
        <w:tc>
          <w:tcPr>
            <w:tcW w:w="1560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EFS  6.1.3</w:t>
            </w:r>
          </w:p>
          <w:p w:rsidR="009F482B" w:rsidRDefault="009F482B">
            <w:pPr>
              <w:ind w:right="-738"/>
            </w:pP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1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Szkolenia</w:t>
            </w:r>
          </w:p>
        </w:tc>
        <w:tc>
          <w:tcPr>
            <w:tcW w:w="1276" w:type="dxa"/>
          </w:tcPr>
          <w:p w:rsidR="009F482B" w:rsidRDefault="007E3F10">
            <w:pPr>
              <w:ind w:right="-738"/>
            </w:pPr>
            <w:r>
              <w:t>646.189</w:t>
            </w:r>
          </w:p>
        </w:tc>
        <w:tc>
          <w:tcPr>
            <w:tcW w:w="1275" w:type="dxa"/>
          </w:tcPr>
          <w:p w:rsidR="009F482B" w:rsidRDefault="007E3F10">
            <w:pPr>
              <w:ind w:right="-738"/>
            </w:pPr>
            <w:r>
              <w:t>16</w:t>
            </w:r>
            <w:r w:rsidR="009F482B">
              <w:t>0.000</w:t>
            </w:r>
          </w:p>
        </w:tc>
        <w:tc>
          <w:tcPr>
            <w:tcW w:w="1134" w:type="dxa"/>
          </w:tcPr>
          <w:p w:rsidR="009F482B" w:rsidRDefault="009F482B" w:rsidP="004169E3">
            <w:pPr>
              <w:ind w:right="-738"/>
            </w:pPr>
            <w:r>
              <w:t>2</w:t>
            </w:r>
            <w:r w:rsidR="004169E3">
              <w:t>72.700</w:t>
            </w:r>
          </w:p>
        </w:tc>
        <w:tc>
          <w:tcPr>
            <w:tcW w:w="1418" w:type="dxa"/>
          </w:tcPr>
          <w:p w:rsidR="009F482B" w:rsidRDefault="009F482B" w:rsidP="004169E3">
            <w:pPr>
              <w:ind w:right="-738"/>
            </w:pPr>
            <w:r>
              <w:t>2</w:t>
            </w:r>
            <w:r w:rsidR="004169E3">
              <w:t>13.489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>634.244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>157.397</w:t>
            </w:r>
          </w:p>
        </w:tc>
        <w:tc>
          <w:tcPr>
            <w:tcW w:w="1275" w:type="dxa"/>
          </w:tcPr>
          <w:p w:rsidR="009F482B" w:rsidRDefault="00CA0693">
            <w:pPr>
              <w:ind w:right="-738"/>
            </w:pPr>
            <w:r>
              <w:t>265.503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211.344</w:t>
            </w: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2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Prace interwencyjne</w:t>
            </w:r>
          </w:p>
        </w:tc>
        <w:tc>
          <w:tcPr>
            <w:tcW w:w="1276" w:type="dxa"/>
          </w:tcPr>
          <w:p w:rsidR="009F482B" w:rsidRDefault="007E3F10">
            <w:pPr>
              <w:ind w:right="-738"/>
            </w:pPr>
            <w:r>
              <w:t>473.400</w:t>
            </w:r>
          </w:p>
        </w:tc>
        <w:tc>
          <w:tcPr>
            <w:tcW w:w="1275" w:type="dxa"/>
          </w:tcPr>
          <w:p w:rsidR="009F482B" w:rsidRDefault="007E3F10">
            <w:pPr>
              <w:ind w:right="-738"/>
            </w:pPr>
            <w:r>
              <w:t>473.4</w:t>
            </w:r>
            <w:r w:rsidR="009F482B">
              <w:t>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>463.516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>463.516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3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Roboty publiczne</w:t>
            </w:r>
          </w:p>
        </w:tc>
        <w:tc>
          <w:tcPr>
            <w:tcW w:w="1276" w:type="dxa"/>
          </w:tcPr>
          <w:p w:rsidR="009F482B" w:rsidRDefault="009F482B" w:rsidP="007E3F10">
            <w:pPr>
              <w:ind w:right="-738"/>
            </w:pPr>
            <w:r>
              <w:t xml:space="preserve"> </w:t>
            </w:r>
            <w:r w:rsidR="007E3F10">
              <w:t>989.196</w:t>
            </w:r>
          </w:p>
        </w:tc>
        <w:tc>
          <w:tcPr>
            <w:tcW w:w="1275" w:type="dxa"/>
          </w:tcPr>
          <w:p w:rsidR="009F482B" w:rsidRDefault="007E3F10">
            <w:pPr>
              <w:ind w:right="-738"/>
            </w:pPr>
            <w:r>
              <w:t>914.696</w:t>
            </w:r>
          </w:p>
        </w:tc>
        <w:tc>
          <w:tcPr>
            <w:tcW w:w="1134" w:type="dxa"/>
          </w:tcPr>
          <w:p w:rsidR="009F482B" w:rsidRDefault="004169E3">
            <w:pPr>
              <w:ind w:right="-738"/>
            </w:pPr>
            <w:r>
              <w:t>74.500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>952.195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>884.049</w:t>
            </w:r>
          </w:p>
        </w:tc>
        <w:tc>
          <w:tcPr>
            <w:tcW w:w="1275" w:type="dxa"/>
          </w:tcPr>
          <w:p w:rsidR="009F482B" w:rsidRDefault="00CA0693">
            <w:pPr>
              <w:ind w:right="-738"/>
            </w:pPr>
            <w:r>
              <w:t>68.146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4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Staże</w:t>
            </w:r>
          </w:p>
        </w:tc>
        <w:tc>
          <w:tcPr>
            <w:tcW w:w="1276" w:type="dxa"/>
          </w:tcPr>
          <w:p w:rsidR="009F482B" w:rsidRDefault="009F482B" w:rsidP="007E3F10">
            <w:pPr>
              <w:ind w:right="-738"/>
            </w:pPr>
            <w:r>
              <w:t>1.5</w:t>
            </w:r>
            <w:r w:rsidR="007E3F10">
              <w:t>74.097</w:t>
            </w:r>
          </w:p>
        </w:tc>
        <w:tc>
          <w:tcPr>
            <w:tcW w:w="1275" w:type="dxa"/>
          </w:tcPr>
          <w:p w:rsidR="009F482B" w:rsidRDefault="007E3F10">
            <w:pPr>
              <w:ind w:right="-738"/>
            </w:pPr>
            <w:r>
              <w:t>1.158.9</w:t>
            </w:r>
            <w:r w:rsidR="009F482B">
              <w:t>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104.400</w:t>
            </w:r>
          </w:p>
        </w:tc>
        <w:tc>
          <w:tcPr>
            <w:tcW w:w="1418" w:type="dxa"/>
          </w:tcPr>
          <w:p w:rsidR="009F482B" w:rsidRDefault="009F482B" w:rsidP="004169E3">
            <w:pPr>
              <w:ind w:right="-738"/>
            </w:pPr>
            <w:r>
              <w:t>3</w:t>
            </w:r>
            <w:r w:rsidR="004169E3">
              <w:t>10.797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>1.567.976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>1.158.002</w:t>
            </w:r>
          </w:p>
        </w:tc>
        <w:tc>
          <w:tcPr>
            <w:tcW w:w="1275" w:type="dxa"/>
          </w:tcPr>
          <w:p w:rsidR="009F482B" w:rsidRDefault="00CA0693">
            <w:pPr>
              <w:ind w:right="-738"/>
            </w:pPr>
            <w:r>
              <w:t>103.895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306.079</w:t>
            </w: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5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Przygotowanie</w:t>
            </w:r>
          </w:p>
          <w:p w:rsidR="009F482B" w:rsidRDefault="009F482B">
            <w:pPr>
              <w:ind w:right="-738"/>
            </w:pPr>
            <w:r>
              <w:t>zawodowe</w:t>
            </w:r>
          </w:p>
        </w:tc>
        <w:tc>
          <w:tcPr>
            <w:tcW w:w="1276" w:type="dxa"/>
          </w:tcPr>
          <w:p w:rsidR="009F482B" w:rsidRDefault="007E3F10">
            <w:pPr>
              <w:ind w:right="-738"/>
            </w:pPr>
            <w:r>
              <w:t>50.480</w:t>
            </w:r>
          </w:p>
        </w:tc>
        <w:tc>
          <w:tcPr>
            <w:tcW w:w="1275" w:type="dxa"/>
          </w:tcPr>
          <w:p w:rsidR="009F482B" w:rsidRDefault="007E3F10">
            <w:pPr>
              <w:ind w:right="-738"/>
            </w:pPr>
            <w:r>
              <w:t>14</w:t>
            </w:r>
            <w:r w:rsidR="009F482B">
              <w:t>.500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 w:rsidP="004169E3">
            <w:pPr>
              <w:ind w:right="-738"/>
            </w:pPr>
            <w:r>
              <w:t>3</w:t>
            </w:r>
            <w:r w:rsidR="004169E3">
              <w:t>5.980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>48.354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>12.463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35.891</w:t>
            </w: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6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Środki na podjęcie</w:t>
            </w:r>
          </w:p>
          <w:p w:rsidR="009F482B" w:rsidRDefault="009F482B">
            <w:pPr>
              <w:ind w:right="-738"/>
            </w:pPr>
            <w:r>
              <w:t>działaln. gosp.</w:t>
            </w:r>
          </w:p>
        </w:tc>
        <w:tc>
          <w:tcPr>
            <w:tcW w:w="1276" w:type="dxa"/>
          </w:tcPr>
          <w:p w:rsidR="009F482B" w:rsidRDefault="009F482B" w:rsidP="007E3F10">
            <w:pPr>
              <w:ind w:right="-738"/>
            </w:pPr>
            <w:r>
              <w:t>1.</w:t>
            </w:r>
            <w:r w:rsidR="007E3F10">
              <w:t>508.738</w:t>
            </w:r>
          </w:p>
        </w:tc>
        <w:tc>
          <w:tcPr>
            <w:tcW w:w="1275" w:type="dxa"/>
          </w:tcPr>
          <w:p w:rsidR="009F482B" w:rsidRDefault="007E3F10">
            <w:pPr>
              <w:ind w:right="-738"/>
            </w:pPr>
            <w:r>
              <w:t>367.050</w:t>
            </w:r>
          </w:p>
        </w:tc>
        <w:tc>
          <w:tcPr>
            <w:tcW w:w="1134" w:type="dxa"/>
          </w:tcPr>
          <w:p w:rsidR="009F482B" w:rsidRDefault="009F482B" w:rsidP="004169E3">
            <w:pPr>
              <w:ind w:right="-738"/>
            </w:pPr>
            <w:r>
              <w:t>3</w:t>
            </w:r>
            <w:r w:rsidR="004169E3">
              <w:t>65.600</w:t>
            </w:r>
          </w:p>
        </w:tc>
        <w:tc>
          <w:tcPr>
            <w:tcW w:w="1418" w:type="dxa"/>
          </w:tcPr>
          <w:p w:rsidR="009F482B" w:rsidRDefault="009F482B" w:rsidP="004169E3">
            <w:pPr>
              <w:ind w:right="-738"/>
            </w:pPr>
            <w:r>
              <w:t>7</w:t>
            </w:r>
            <w:r w:rsidR="004169E3">
              <w:t>76.088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>1.496.487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364.380</w:t>
            </w:r>
          </w:p>
        </w:tc>
        <w:tc>
          <w:tcPr>
            <w:tcW w:w="1275" w:type="dxa"/>
          </w:tcPr>
          <w:p w:rsidR="009F482B" w:rsidRDefault="00CA0693">
            <w:pPr>
              <w:ind w:right="-738"/>
            </w:pPr>
            <w:r>
              <w:t>362.582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769.525</w:t>
            </w: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7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 xml:space="preserve">Wyposażenie </w:t>
            </w:r>
          </w:p>
          <w:p w:rsidR="009F482B" w:rsidRDefault="009F482B">
            <w:pPr>
              <w:ind w:right="-738"/>
            </w:pPr>
            <w:r>
              <w:t>i doposażenie</w:t>
            </w:r>
          </w:p>
          <w:p w:rsidR="009F482B" w:rsidRDefault="009F482B">
            <w:pPr>
              <w:ind w:right="-738"/>
            </w:pPr>
            <w:r>
              <w:t>stanowisk pracy</w:t>
            </w:r>
          </w:p>
        </w:tc>
        <w:tc>
          <w:tcPr>
            <w:tcW w:w="1276" w:type="dxa"/>
          </w:tcPr>
          <w:p w:rsidR="009F482B" w:rsidRDefault="007E3F10">
            <w:pPr>
              <w:ind w:right="-738"/>
            </w:pPr>
            <w:r>
              <w:t>477.700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>72.700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405.000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>477.406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72.604</w:t>
            </w:r>
          </w:p>
        </w:tc>
        <w:tc>
          <w:tcPr>
            <w:tcW w:w="1275" w:type="dxa"/>
          </w:tcPr>
          <w:p w:rsidR="009F482B" w:rsidRDefault="00CA0693">
            <w:pPr>
              <w:ind w:right="-738"/>
            </w:pPr>
            <w:r>
              <w:t>404.802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8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Prace społecznie-</w:t>
            </w:r>
          </w:p>
          <w:p w:rsidR="009F482B" w:rsidRDefault="009F482B">
            <w:pPr>
              <w:ind w:right="-738"/>
            </w:pPr>
            <w:r>
              <w:t>użyteczne</w:t>
            </w:r>
          </w:p>
        </w:tc>
        <w:tc>
          <w:tcPr>
            <w:tcW w:w="1276" w:type="dxa"/>
          </w:tcPr>
          <w:p w:rsidR="009F482B" w:rsidRDefault="009F482B" w:rsidP="007E3F10">
            <w:pPr>
              <w:ind w:right="-738"/>
            </w:pPr>
            <w:r>
              <w:t>3</w:t>
            </w:r>
            <w:r w:rsidR="007E3F10">
              <w:t>1.000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>31</w:t>
            </w:r>
            <w:r w:rsidR="009F482B">
              <w:t>.000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>26.034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26.034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-</w:t>
            </w: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9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Składka KRUS</w:t>
            </w:r>
          </w:p>
        </w:tc>
        <w:tc>
          <w:tcPr>
            <w:tcW w:w="1276" w:type="dxa"/>
          </w:tcPr>
          <w:p w:rsidR="009F482B" w:rsidRDefault="007E3F10">
            <w:pPr>
              <w:ind w:right="-738"/>
            </w:pPr>
            <w:r>
              <w:t>2.000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>2.000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>795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795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</w:tr>
      <w:tr w:rsidR="009F482B" w:rsidTr="000F710F">
        <w:trPr>
          <w:cantSplit/>
          <w:trHeight w:val="427"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10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Refundacja kosztów</w:t>
            </w:r>
          </w:p>
          <w:p w:rsidR="009F482B" w:rsidRDefault="009F482B">
            <w:pPr>
              <w:ind w:right="-738"/>
            </w:pPr>
            <w:r>
              <w:t>opieki</w:t>
            </w:r>
          </w:p>
        </w:tc>
        <w:tc>
          <w:tcPr>
            <w:tcW w:w="1276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134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8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  <w:p w:rsidR="009F482B" w:rsidRDefault="009F482B">
            <w:pPr>
              <w:ind w:right="-738"/>
            </w:pP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11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 xml:space="preserve">Koszty dojazdu </w:t>
            </w:r>
          </w:p>
          <w:p w:rsidR="009F482B" w:rsidRDefault="009F482B">
            <w:pPr>
              <w:ind w:right="-738"/>
            </w:pPr>
            <w:r>
              <w:t>- inne</w:t>
            </w:r>
          </w:p>
        </w:tc>
        <w:tc>
          <w:tcPr>
            <w:tcW w:w="1276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134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8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  <w:p w:rsidR="009F482B" w:rsidRDefault="009F482B">
            <w:pPr>
              <w:ind w:right="-738"/>
            </w:pP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  <w:p w:rsidR="009F482B" w:rsidRDefault="009F482B">
            <w:pPr>
              <w:ind w:right="-738"/>
            </w:pP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Refundacja skł. na              ubezp. społ. </w:t>
            </w:r>
          </w:p>
        </w:tc>
        <w:tc>
          <w:tcPr>
            <w:tcW w:w="1276" w:type="dxa"/>
          </w:tcPr>
          <w:p w:rsidR="009F482B" w:rsidRDefault="004169E3">
            <w:pPr>
              <w:pStyle w:val="Nagwek7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134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8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  <w:p w:rsidR="009F482B" w:rsidRDefault="009F482B">
            <w:pPr>
              <w:ind w:right="-738"/>
            </w:pPr>
          </w:p>
        </w:tc>
      </w:tr>
      <w:tr w:rsidR="009F482B" w:rsidTr="000F710F">
        <w:trPr>
          <w:cantSplit/>
        </w:trPr>
        <w:tc>
          <w:tcPr>
            <w:tcW w:w="354" w:type="dxa"/>
          </w:tcPr>
          <w:p w:rsidR="009F482B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Koszty studiów</w:t>
            </w:r>
          </w:p>
          <w:p w:rsidR="009F482B" w:rsidRDefault="009F482B">
            <w:r>
              <w:t>podyplomowych</w:t>
            </w:r>
          </w:p>
        </w:tc>
        <w:tc>
          <w:tcPr>
            <w:tcW w:w="1276" w:type="dxa"/>
          </w:tcPr>
          <w:p w:rsidR="009F482B" w:rsidRDefault="004169E3">
            <w:pPr>
              <w:pStyle w:val="Nagwek7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134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8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  <w:p w:rsidR="009F482B" w:rsidRDefault="009F482B">
            <w:pPr>
              <w:ind w:right="-738"/>
            </w:pPr>
          </w:p>
        </w:tc>
      </w:tr>
      <w:tr w:rsidR="009F482B" w:rsidTr="000F710F">
        <w:trPr>
          <w:cantSplit/>
        </w:trPr>
        <w:tc>
          <w:tcPr>
            <w:tcW w:w="360" w:type="dxa"/>
            <w:gridSpan w:val="2"/>
          </w:tcPr>
          <w:p w:rsidR="009F482B" w:rsidRPr="00D64340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 w:rsidRPr="00D64340">
              <w:rPr>
                <w:b w:val="0"/>
                <w:sz w:val="20"/>
              </w:rPr>
              <w:t>14</w:t>
            </w:r>
          </w:p>
        </w:tc>
        <w:tc>
          <w:tcPr>
            <w:tcW w:w="1695" w:type="dxa"/>
          </w:tcPr>
          <w:p w:rsidR="009F482B" w:rsidRPr="00D64340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Pożyczki                    szkoleniowe</w:t>
            </w:r>
          </w:p>
        </w:tc>
        <w:tc>
          <w:tcPr>
            <w:tcW w:w="1276" w:type="dxa"/>
          </w:tcPr>
          <w:p w:rsidR="009F482B" w:rsidRDefault="004169E3" w:rsidP="000F710F">
            <w:pPr>
              <w:pStyle w:val="Nagwek7"/>
            </w:pPr>
            <w: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134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8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</w:tr>
      <w:tr w:rsidR="009F482B" w:rsidTr="000F710F">
        <w:trPr>
          <w:cantSplit/>
        </w:trPr>
        <w:tc>
          <w:tcPr>
            <w:tcW w:w="360" w:type="dxa"/>
            <w:gridSpan w:val="2"/>
          </w:tcPr>
          <w:p w:rsidR="009F482B" w:rsidRPr="00D64340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1695" w:type="dxa"/>
          </w:tcPr>
          <w:p w:rsidR="009F482B" w:rsidRPr="00D64340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 w:rsidRPr="00D64340">
              <w:rPr>
                <w:b w:val="0"/>
                <w:sz w:val="20"/>
              </w:rPr>
              <w:t>Badania lekarskie</w:t>
            </w:r>
          </w:p>
        </w:tc>
        <w:tc>
          <w:tcPr>
            <w:tcW w:w="1276" w:type="dxa"/>
          </w:tcPr>
          <w:p w:rsidR="009F482B" w:rsidRPr="00D64340" w:rsidRDefault="004169E3" w:rsidP="000F710F">
            <w:pPr>
              <w:pStyle w:val="Nagwek7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134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8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417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275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  <w:tc>
          <w:tcPr>
            <w:tcW w:w="1560" w:type="dxa"/>
          </w:tcPr>
          <w:p w:rsidR="009F482B" w:rsidRDefault="004169E3">
            <w:pPr>
              <w:ind w:right="-738"/>
            </w:pPr>
            <w:r>
              <w:t xml:space="preserve"> </w:t>
            </w:r>
          </w:p>
        </w:tc>
      </w:tr>
      <w:tr w:rsidR="009F482B" w:rsidTr="000F710F">
        <w:trPr>
          <w:cantSplit/>
        </w:trPr>
        <w:tc>
          <w:tcPr>
            <w:tcW w:w="2055" w:type="dxa"/>
            <w:gridSpan w:val="3"/>
          </w:tcPr>
          <w:p w:rsidR="009F482B" w:rsidRDefault="009F482B">
            <w:pPr>
              <w:pStyle w:val="Nagwek7"/>
              <w:spacing w:line="240" w:lineRule="auto"/>
            </w:pPr>
            <w:r>
              <w:t xml:space="preserve">        Ogółem</w:t>
            </w:r>
          </w:p>
        </w:tc>
        <w:tc>
          <w:tcPr>
            <w:tcW w:w="1276" w:type="dxa"/>
          </w:tcPr>
          <w:p w:rsidR="009F482B" w:rsidRDefault="009F482B" w:rsidP="00CA0693">
            <w:pPr>
              <w:ind w:right="-738"/>
            </w:pPr>
            <w:r>
              <w:t>5.</w:t>
            </w:r>
            <w:r w:rsidR="00CA0693">
              <w:t>752.800</w:t>
            </w:r>
          </w:p>
        </w:tc>
        <w:tc>
          <w:tcPr>
            <w:tcW w:w="1275" w:type="dxa"/>
          </w:tcPr>
          <w:p w:rsidR="009F482B" w:rsidRDefault="00CA0693">
            <w:pPr>
              <w:ind w:right="-738"/>
            </w:pPr>
            <w:r>
              <w:t>3.194.246</w:t>
            </w:r>
          </w:p>
        </w:tc>
        <w:tc>
          <w:tcPr>
            <w:tcW w:w="1134" w:type="dxa"/>
          </w:tcPr>
          <w:p w:rsidR="009F482B" w:rsidRDefault="00CA0693">
            <w:pPr>
              <w:ind w:right="-738"/>
            </w:pPr>
            <w:r>
              <w:t>1.222.200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1.336.354</w:t>
            </w:r>
          </w:p>
        </w:tc>
        <w:tc>
          <w:tcPr>
            <w:tcW w:w="1417" w:type="dxa"/>
          </w:tcPr>
          <w:p w:rsidR="009F482B" w:rsidRDefault="00CA0693">
            <w:pPr>
              <w:ind w:right="-738"/>
            </w:pPr>
            <w:r>
              <w:t>5.667.007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3.139.240</w:t>
            </w:r>
          </w:p>
        </w:tc>
        <w:tc>
          <w:tcPr>
            <w:tcW w:w="1275" w:type="dxa"/>
          </w:tcPr>
          <w:p w:rsidR="009F482B" w:rsidRDefault="00CA0693">
            <w:pPr>
              <w:ind w:right="-738"/>
            </w:pPr>
            <w:r>
              <w:t>1.204.928</w:t>
            </w:r>
          </w:p>
        </w:tc>
        <w:tc>
          <w:tcPr>
            <w:tcW w:w="1560" w:type="dxa"/>
          </w:tcPr>
          <w:p w:rsidR="009F482B" w:rsidRDefault="00CA0693">
            <w:pPr>
              <w:ind w:right="-738"/>
            </w:pPr>
            <w:r>
              <w:t>1.322.839</w:t>
            </w:r>
          </w:p>
        </w:tc>
      </w:tr>
    </w:tbl>
    <w:p w:rsidR="00D139A8" w:rsidRDefault="00D139A8">
      <w:pPr>
        <w:sectPr w:rsidR="00D139A8" w:rsidSect="009F482B">
          <w:pgSz w:w="16840" w:h="11907" w:orient="landscape"/>
          <w:pgMar w:top="720" w:right="720" w:bottom="720" w:left="2041" w:header="709" w:footer="709" w:gutter="0"/>
          <w:cols w:space="708"/>
          <w:docGrid w:linePitch="272"/>
        </w:sectPr>
      </w:pPr>
    </w:p>
    <w:p w:rsidR="00AA2F8F" w:rsidRDefault="00AA2F8F">
      <w:pPr>
        <w:jc w:val="center"/>
        <w:rPr>
          <w:sz w:val="24"/>
        </w:rPr>
      </w:pPr>
    </w:p>
    <w:sectPr w:rsidR="00AA2F8F" w:rsidSect="00D139A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03B" w:rsidRDefault="0047203B" w:rsidP="00D64340">
      <w:r>
        <w:separator/>
      </w:r>
    </w:p>
  </w:endnote>
  <w:endnote w:type="continuationSeparator" w:id="1">
    <w:p w:rsidR="0047203B" w:rsidRDefault="0047203B" w:rsidP="00D64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03B" w:rsidRDefault="0047203B" w:rsidP="00D64340">
      <w:r>
        <w:separator/>
      </w:r>
    </w:p>
  </w:footnote>
  <w:footnote w:type="continuationSeparator" w:id="1">
    <w:p w:rsidR="0047203B" w:rsidRDefault="0047203B" w:rsidP="00D643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39E5229"/>
    <w:multiLevelType w:val="singleLevel"/>
    <w:tmpl w:val="FD5EC63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03F4BC4"/>
    <w:multiLevelType w:val="singleLevel"/>
    <w:tmpl w:val="FD5EC6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B9D"/>
    <w:rsid w:val="000F710F"/>
    <w:rsid w:val="00186C9A"/>
    <w:rsid w:val="0019533B"/>
    <w:rsid w:val="00212082"/>
    <w:rsid w:val="0022381C"/>
    <w:rsid w:val="002F7D98"/>
    <w:rsid w:val="003404AC"/>
    <w:rsid w:val="003A007F"/>
    <w:rsid w:val="004169E3"/>
    <w:rsid w:val="0047203B"/>
    <w:rsid w:val="004F3C54"/>
    <w:rsid w:val="0054411B"/>
    <w:rsid w:val="00555974"/>
    <w:rsid w:val="00571794"/>
    <w:rsid w:val="005F3184"/>
    <w:rsid w:val="006750D0"/>
    <w:rsid w:val="006808AE"/>
    <w:rsid w:val="006A073B"/>
    <w:rsid w:val="006A2FD9"/>
    <w:rsid w:val="007100D2"/>
    <w:rsid w:val="007E2B9D"/>
    <w:rsid w:val="007E3F10"/>
    <w:rsid w:val="007F0AB5"/>
    <w:rsid w:val="00915076"/>
    <w:rsid w:val="00923BA0"/>
    <w:rsid w:val="009F482B"/>
    <w:rsid w:val="00AA120C"/>
    <w:rsid w:val="00AA2F8F"/>
    <w:rsid w:val="00BC032F"/>
    <w:rsid w:val="00BF131B"/>
    <w:rsid w:val="00C61D05"/>
    <w:rsid w:val="00CA0693"/>
    <w:rsid w:val="00D139A8"/>
    <w:rsid w:val="00D64340"/>
    <w:rsid w:val="00E2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9A8"/>
  </w:style>
  <w:style w:type="paragraph" w:styleId="Nagwek1">
    <w:name w:val="heading 1"/>
    <w:basedOn w:val="Normalny"/>
    <w:next w:val="Normalny"/>
    <w:qFormat/>
    <w:rsid w:val="00D139A8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D139A8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D139A8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D139A8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D139A8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D139A8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D139A8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D139A8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139A8"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64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4340"/>
  </w:style>
  <w:style w:type="paragraph" w:styleId="Stopka">
    <w:name w:val="footer"/>
    <w:basedOn w:val="Normalny"/>
    <w:link w:val="StopkaZnak"/>
    <w:uiPriority w:val="99"/>
    <w:semiHidden/>
    <w:unhideWhenUsed/>
    <w:rsid w:val="00D64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4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804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 2</vt:lpstr>
      <vt:lpstr>TABELA  2</vt:lpstr>
    </vt:vector>
  </TitlesOfParts>
  <Company>PUP</Company>
  <LinksUpToDate>false</LinksUpToDate>
  <CharactersWithSpaces>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 2</dc:title>
  <dc:creator>Renata Kałowska</dc:creator>
  <cp:lastModifiedBy>Kinga</cp:lastModifiedBy>
  <cp:revision>6</cp:revision>
  <cp:lastPrinted>2009-03-06T09:34:00Z</cp:lastPrinted>
  <dcterms:created xsi:type="dcterms:W3CDTF">2009-01-23T12:11:00Z</dcterms:created>
  <dcterms:modified xsi:type="dcterms:W3CDTF">2009-03-06T09:34:00Z</dcterms:modified>
</cp:coreProperties>
</file>